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C2BFF" w14:textId="77777777" w:rsidR="006E5D65" w:rsidRPr="00A37E2E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A37E2E">
        <w:rPr>
          <w:rFonts w:ascii="Times New Roman" w:hAnsi="Times New Roman"/>
          <w:b/>
          <w:bCs/>
        </w:rPr>
        <w:t xml:space="preserve">   </w:t>
      </w:r>
      <w:r w:rsidR="00CD6897" w:rsidRPr="00A37E2E">
        <w:rPr>
          <w:rFonts w:ascii="Times New Roman" w:hAnsi="Times New Roman"/>
          <w:b/>
          <w:bCs/>
        </w:rPr>
        <w:tab/>
      </w:r>
      <w:r w:rsidR="00CD6897" w:rsidRPr="00A37E2E">
        <w:rPr>
          <w:rFonts w:ascii="Times New Roman" w:hAnsi="Times New Roman"/>
          <w:b/>
          <w:bCs/>
        </w:rPr>
        <w:tab/>
      </w:r>
      <w:r w:rsidR="00CD6897" w:rsidRPr="00A37E2E">
        <w:rPr>
          <w:rFonts w:ascii="Times New Roman" w:hAnsi="Times New Roman"/>
          <w:b/>
          <w:bCs/>
        </w:rPr>
        <w:tab/>
      </w:r>
      <w:r w:rsidR="00CD6897" w:rsidRPr="00A37E2E">
        <w:rPr>
          <w:rFonts w:ascii="Times New Roman" w:hAnsi="Times New Roman"/>
          <w:b/>
          <w:bCs/>
        </w:rPr>
        <w:tab/>
      </w:r>
      <w:r w:rsidR="00CD6897" w:rsidRPr="00A37E2E">
        <w:rPr>
          <w:rFonts w:ascii="Times New Roman" w:hAnsi="Times New Roman"/>
          <w:b/>
          <w:bCs/>
        </w:rPr>
        <w:tab/>
      </w:r>
      <w:r w:rsidR="00CD6897" w:rsidRPr="00A37E2E">
        <w:rPr>
          <w:rFonts w:ascii="Times New Roman" w:hAnsi="Times New Roman"/>
          <w:b/>
          <w:bCs/>
        </w:rPr>
        <w:tab/>
      </w:r>
      <w:r w:rsidR="00D8678B" w:rsidRPr="00A37E2E">
        <w:rPr>
          <w:rFonts w:ascii="Times New Roman" w:hAnsi="Times New Roman"/>
          <w:bCs/>
          <w:i/>
        </w:rPr>
        <w:t xml:space="preserve">Załącznik nr </w:t>
      </w:r>
      <w:r w:rsidR="006F31E2" w:rsidRPr="00A37E2E">
        <w:rPr>
          <w:rFonts w:ascii="Times New Roman" w:hAnsi="Times New Roman"/>
          <w:bCs/>
          <w:i/>
        </w:rPr>
        <w:t>1.5</w:t>
      </w:r>
      <w:r w:rsidR="00D8678B" w:rsidRPr="00A37E2E">
        <w:rPr>
          <w:rFonts w:ascii="Times New Roman" w:hAnsi="Times New Roman"/>
          <w:bCs/>
          <w:i/>
        </w:rPr>
        <w:t xml:space="preserve"> do Zarządzenia</w:t>
      </w:r>
      <w:r w:rsidR="002A22BF" w:rsidRPr="00A37E2E">
        <w:rPr>
          <w:rFonts w:ascii="Times New Roman" w:hAnsi="Times New Roman"/>
          <w:bCs/>
          <w:i/>
        </w:rPr>
        <w:t xml:space="preserve"> Rektora UR </w:t>
      </w:r>
      <w:r w:rsidR="00CD6897" w:rsidRPr="00A37E2E">
        <w:rPr>
          <w:rFonts w:ascii="Times New Roman" w:hAnsi="Times New Roman"/>
          <w:bCs/>
          <w:i/>
        </w:rPr>
        <w:t xml:space="preserve"> nr </w:t>
      </w:r>
      <w:r w:rsidR="00F17567" w:rsidRPr="00A37E2E">
        <w:rPr>
          <w:rFonts w:ascii="Times New Roman" w:hAnsi="Times New Roman"/>
          <w:bCs/>
          <w:i/>
        </w:rPr>
        <w:t>12/2019</w:t>
      </w:r>
    </w:p>
    <w:p w14:paraId="7B00BBD6" w14:textId="77777777" w:rsidR="0085747A" w:rsidRPr="00A37E2E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A37E2E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6632F7A7" w14:textId="77777777" w:rsidR="0085747A" w:rsidRPr="00A37E2E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A37E2E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A37E2E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DA4EBE" w:rsidRPr="00A37E2E">
        <w:rPr>
          <w:rFonts w:ascii="Times New Roman" w:hAnsi="Times New Roman"/>
          <w:i/>
          <w:smallCaps/>
          <w:sz w:val="24"/>
          <w:szCs w:val="24"/>
        </w:rPr>
        <w:t>2019-2022</w:t>
      </w:r>
    </w:p>
    <w:p w14:paraId="4C53A5B2" w14:textId="6FD35CB3" w:rsidR="0085747A" w:rsidRPr="00A37E2E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A37E2E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</w:t>
      </w:r>
      <w:r w:rsidR="0085747A" w:rsidRPr="00A37E2E">
        <w:rPr>
          <w:rFonts w:ascii="Times New Roman" w:hAnsi="Times New Roman"/>
          <w:i/>
          <w:sz w:val="20"/>
          <w:szCs w:val="20"/>
        </w:rPr>
        <w:t>(skrajne daty</w:t>
      </w:r>
      <w:r w:rsidR="0085747A" w:rsidRPr="00A37E2E">
        <w:rPr>
          <w:rFonts w:ascii="Times New Roman" w:hAnsi="Times New Roman"/>
          <w:sz w:val="20"/>
          <w:szCs w:val="20"/>
        </w:rPr>
        <w:t>)</w:t>
      </w:r>
    </w:p>
    <w:p w14:paraId="40088A4F" w14:textId="59CAB9B4" w:rsidR="00445970" w:rsidRPr="00A37E2E" w:rsidRDefault="00445970" w:rsidP="00EA483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A37E2E">
        <w:rPr>
          <w:rFonts w:ascii="Times New Roman" w:hAnsi="Times New Roman"/>
          <w:sz w:val="20"/>
          <w:szCs w:val="20"/>
        </w:rPr>
        <w:tab/>
      </w:r>
      <w:r w:rsidRPr="00A37E2E">
        <w:rPr>
          <w:rFonts w:ascii="Times New Roman" w:hAnsi="Times New Roman"/>
          <w:sz w:val="20"/>
          <w:szCs w:val="20"/>
        </w:rPr>
        <w:tab/>
      </w:r>
      <w:r w:rsidRPr="00A37E2E">
        <w:rPr>
          <w:rFonts w:ascii="Times New Roman" w:hAnsi="Times New Roman"/>
          <w:sz w:val="20"/>
          <w:szCs w:val="20"/>
        </w:rPr>
        <w:tab/>
      </w:r>
      <w:r w:rsidRPr="00A37E2E">
        <w:rPr>
          <w:rFonts w:ascii="Times New Roman" w:hAnsi="Times New Roman"/>
          <w:sz w:val="20"/>
          <w:szCs w:val="20"/>
        </w:rPr>
        <w:tab/>
      </w:r>
      <w:r w:rsidRPr="00A37E2E">
        <w:rPr>
          <w:rFonts w:ascii="Times New Roman" w:hAnsi="Times New Roman"/>
          <w:szCs w:val="20"/>
        </w:rPr>
        <w:t xml:space="preserve">Rok akademicki </w:t>
      </w:r>
      <w:r w:rsidR="00DA4EBE" w:rsidRPr="00A37E2E">
        <w:rPr>
          <w:rFonts w:ascii="Times New Roman" w:hAnsi="Times New Roman"/>
          <w:szCs w:val="20"/>
        </w:rPr>
        <w:t>20</w:t>
      </w:r>
      <w:r w:rsidR="001A75F3" w:rsidRPr="00A37E2E">
        <w:rPr>
          <w:rFonts w:ascii="Times New Roman" w:hAnsi="Times New Roman"/>
          <w:szCs w:val="20"/>
        </w:rPr>
        <w:t>20</w:t>
      </w:r>
      <w:r w:rsidR="00DA4EBE" w:rsidRPr="00A37E2E">
        <w:rPr>
          <w:rFonts w:ascii="Times New Roman" w:hAnsi="Times New Roman"/>
          <w:szCs w:val="20"/>
        </w:rPr>
        <w:t>/202</w:t>
      </w:r>
      <w:r w:rsidR="001A75F3" w:rsidRPr="00A37E2E">
        <w:rPr>
          <w:rFonts w:ascii="Times New Roman" w:hAnsi="Times New Roman"/>
          <w:szCs w:val="20"/>
        </w:rPr>
        <w:t>1</w:t>
      </w:r>
    </w:p>
    <w:p w14:paraId="22AEE114" w14:textId="77777777" w:rsidR="0085747A" w:rsidRPr="00A37E2E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FD70B8" w14:textId="0B14D930" w:rsidR="0085747A" w:rsidRDefault="0085747A" w:rsidP="00A37E2E">
      <w:pPr>
        <w:pStyle w:val="Punktygwne"/>
        <w:numPr>
          <w:ilvl w:val="0"/>
          <w:numId w:val="2"/>
        </w:numPr>
        <w:spacing w:before="0" w:after="0"/>
        <w:rPr>
          <w:szCs w:val="24"/>
        </w:rPr>
      </w:pPr>
      <w:r w:rsidRPr="00A37E2E">
        <w:rPr>
          <w:szCs w:val="24"/>
        </w:rPr>
        <w:t xml:space="preserve">Podstawowe </w:t>
      </w:r>
      <w:r w:rsidR="00445970" w:rsidRPr="00A37E2E">
        <w:rPr>
          <w:szCs w:val="24"/>
        </w:rPr>
        <w:t>informacje o przedmiocie</w:t>
      </w:r>
    </w:p>
    <w:p w14:paraId="1385B246" w14:textId="77777777" w:rsidR="00A37E2E" w:rsidRPr="00A37E2E" w:rsidRDefault="00A37E2E" w:rsidP="00A37E2E">
      <w:pPr>
        <w:pStyle w:val="Punktygwne"/>
        <w:spacing w:before="0" w:after="0"/>
        <w:ind w:left="720"/>
        <w:rPr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37E2E" w14:paraId="53E6ED19" w14:textId="77777777" w:rsidTr="00B819C8">
        <w:tc>
          <w:tcPr>
            <w:tcW w:w="2694" w:type="dxa"/>
            <w:vAlign w:val="center"/>
          </w:tcPr>
          <w:p w14:paraId="7AD9FC03" w14:textId="77777777" w:rsidR="0085747A" w:rsidRPr="00A37E2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37E2E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A5EFA3" w14:textId="77777777" w:rsidR="0085747A" w:rsidRPr="00A37E2E" w:rsidRDefault="006C54AB" w:rsidP="009C54AE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A37E2E">
              <w:rPr>
                <w:sz w:val="24"/>
                <w:szCs w:val="24"/>
              </w:rPr>
              <w:t>Teoretyczne podstawy</w:t>
            </w:r>
            <w:r w:rsidR="0080379F" w:rsidRPr="00A37E2E">
              <w:rPr>
                <w:sz w:val="24"/>
                <w:szCs w:val="24"/>
              </w:rPr>
              <w:t xml:space="preserve"> wychowania</w:t>
            </w:r>
          </w:p>
        </w:tc>
      </w:tr>
      <w:tr w:rsidR="0085747A" w:rsidRPr="00A37E2E" w14:paraId="6CB9B436" w14:textId="77777777" w:rsidTr="00B819C8">
        <w:tc>
          <w:tcPr>
            <w:tcW w:w="2694" w:type="dxa"/>
            <w:vAlign w:val="center"/>
          </w:tcPr>
          <w:p w14:paraId="5D22AA5A" w14:textId="77777777" w:rsidR="0085747A" w:rsidRPr="00A37E2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37E2E">
              <w:rPr>
                <w:sz w:val="24"/>
                <w:szCs w:val="24"/>
              </w:rPr>
              <w:t>Kod przedmiotu</w:t>
            </w:r>
            <w:r w:rsidR="0085747A" w:rsidRPr="00A37E2E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EE2979" w14:textId="0FCB3135" w:rsidR="0085747A" w:rsidRPr="00A37E2E" w:rsidRDefault="00A37E2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85747A" w:rsidRPr="00A37E2E" w14:paraId="5B3676CF" w14:textId="77777777" w:rsidTr="00B819C8">
        <w:tc>
          <w:tcPr>
            <w:tcW w:w="2694" w:type="dxa"/>
            <w:vAlign w:val="center"/>
          </w:tcPr>
          <w:p w14:paraId="2B4370BB" w14:textId="77777777" w:rsidR="0085747A" w:rsidRPr="00A37E2E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A37E2E">
              <w:rPr>
                <w:sz w:val="24"/>
                <w:szCs w:val="24"/>
              </w:rPr>
              <w:t>nazwa</w:t>
            </w:r>
            <w:r w:rsidR="00C05F44" w:rsidRPr="00A37E2E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488C2D" w14:textId="258B4BEC" w:rsidR="0085747A" w:rsidRPr="00A37E2E" w:rsidRDefault="00A1790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A37E2E" w14:paraId="2001F7A3" w14:textId="77777777" w:rsidTr="00B819C8">
        <w:tc>
          <w:tcPr>
            <w:tcW w:w="2694" w:type="dxa"/>
            <w:vAlign w:val="center"/>
          </w:tcPr>
          <w:p w14:paraId="5378C295" w14:textId="77777777" w:rsidR="0085747A" w:rsidRPr="00A37E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37E2E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CDB0BC" w14:textId="133FCE1C" w:rsidR="0085747A" w:rsidRPr="00A37E2E" w:rsidRDefault="00E7661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A37E2E" w14:paraId="4351A657" w14:textId="77777777" w:rsidTr="00B819C8">
        <w:tc>
          <w:tcPr>
            <w:tcW w:w="2694" w:type="dxa"/>
            <w:vAlign w:val="center"/>
          </w:tcPr>
          <w:p w14:paraId="0685EBCE" w14:textId="77777777" w:rsidR="0085747A" w:rsidRPr="00A37E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37E2E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AB3EB2B" w14:textId="77777777" w:rsidR="0085747A" w:rsidRPr="00A37E2E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37E2E">
              <w:rPr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A37E2E" w14:paraId="45CE84C1" w14:textId="77777777" w:rsidTr="00B819C8">
        <w:tc>
          <w:tcPr>
            <w:tcW w:w="2694" w:type="dxa"/>
            <w:vAlign w:val="center"/>
          </w:tcPr>
          <w:p w14:paraId="2E6729A7" w14:textId="77777777" w:rsidR="0085747A" w:rsidRPr="00A37E2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37E2E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B5C189" w14:textId="77777777" w:rsidR="0085747A" w:rsidRPr="00A37E2E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37E2E">
              <w:rPr>
                <w:b w:val="0"/>
                <w:sz w:val="24"/>
                <w:szCs w:val="24"/>
              </w:rPr>
              <w:t>I</w:t>
            </w:r>
          </w:p>
        </w:tc>
      </w:tr>
      <w:tr w:rsidR="0085747A" w:rsidRPr="00A37E2E" w14:paraId="3F254546" w14:textId="77777777" w:rsidTr="00B819C8">
        <w:tc>
          <w:tcPr>
            <w:tcW w:w="2694" w:type="dxa"/>
            <w:vAlign w:val="center"/>
          </w:tcPr>
          <w:p w14:paraId="1EC7ADBE" w14:textId="77777777" w:rsidR="0085747A" w:rsidRPr="00A37E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37E2E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610C64" w14:textId="77777777" w:rsidR="0085747A" w:rsidRPr="00A37E2E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37E2E">
              <w:rPr>
                <w:b w:val="0"/>
                <w:sz w:val="24"/>
                <w:szCs w:val="24"/>
              </w:rPr>
              <w:t>praktyczny</w:t>
            </w:r>
          </w:p>
        </w:tc>
      </w:tr>
      <w:tr w:rsidR="0085747A" w:rsidRPr="00A37E2E" w14:paraId="241A85EE" w14:textId="77777777" w:rsidTr="00B819C8">
        <w:tc>
          <w:tcPr>
            <w:tcW w:w="2694" w:type="dxa"/>
            <w:vAlign w:val="center"/>
          </w:tcPr>
          <w:p w14:paraId="13DF6C78" w14:textId="77777777" w:rsidR="0085747A" w:rsidRPr="00A37E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37E2E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D50E97E" w14:textId="77777777" w:rsidR="0085747A" w:rsidRPr="00A37E2E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37E2E">
              <w:rPr>
                <w:b w:val="0"/>
                <w:sz w:val="24"/>
                <w:szCs w:val="24"/>
              </w:rPr>
              <w:t>stacjonarne</w:t>
            </w:r>
          </w:p>
        </w:tc>
      </w:tr>
      <w:tr w:rsidR="0085747A" w:rsidRPr="00A37E2E" w14:paraId="7C4D3588" w14:textId="77777777" w:rsidTr="00B819C8">
        <w:tc>
          <w:tcPr>
            <w:tcW w:w="2694" w:type="dxa"/>
            <w:vAlign w:val="center"/>
          </w:tcPr>
          <w:p w14:paraId="2890B861" w14:textId="77777777" w:rsidR="0085747A" w:rsidRPr="00A37E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37E2E">
              <w:rPr>
                <w:sz w:val="24"/>
                <w:szCs w:val="24"/>
              </w:rPr>
              <w:t>Rok i semestr</w:t>
            </w:r>
            <w:r w:rsidR="0030395F" w:rsidRPr="00A37E2E">
              <w:rPr>
                <w:sz w:val="24"/>
                <w:szCs w:val="24"/>
              </w:rPr>
              <w:t>/y</w:t>
            </w:r>
            <w:r w:rsidRPr="00A37E2E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2FE2E90" w14:textId="77777777" w:rsidR="0085747A" w:rsidRPr="00A37E2E" w:rsidRDefault="00761BA7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37E2E">
              <w:rPr>
                <w:b w:val="0"/>
                <w:sz w:val="24"/>
                <w:szCs w:val="24"/>
              </w:rPr>
              <w:t>Rok 2, semestr 3</w:t>
            </w:r>
          </w:p>
        </w:tc>
      </w:tr>
      <w:tr w:rsidR="0085747A" w:rsidRPr="00A37E2E" w14:paraId="2540D726" w14:textId="77777777" w:rsidTr="00B819C8">
        <w:tc>
          <w:tcPr>
            <w:tcW w:w="2694" w:type="dxa"/>
            <w:vAlign w:val="center"/>
          </w:tcPr>
          <w:p w14:paraId="390B9FD6" w14:textId="77777777" w:rsidR="0085747A" w:rsidRPr="00A37E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37E2E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DFFB148" w14:textId="77777777" w:rsidR="0085747A" w:rsidRPr="00A37E2E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37E2E">
              <w:rPr>
                <w:b w:val="0"/>
                <w:sz w:val="24"/>
                <w:szCs w:val="24"/>
              </w:rPr>
              <w:t>Przedmioty</w:t>
            </w:r>
            <w:r w:rsidR="00CA773C" w:rsidRPr="00A37E2E">
              <w:rPr>
                <w:b w:val="0"/>
                <w:sz w:val="24"/>
                <w:szCs w:val="24"/>
              </w:rPr>
              <w:t xml:space="preserve"> kierunkowe</w:t>
            </w:r>
          </w:p>
        </w:tc>
      </w:tr>
      <w:tr w:rsidR="00923D7D" w:rsidRPr="00A37E2E" w14:paraId="710E12A0" w14:textId="77777777" w:rsidTr="00B819C8">
        <w:tc>
          <w:tcPr>
            <w:tcW w:w="2694" w:type="dxa"/>
            <w:vAlign w:val="center"/>
          </w:tcPr>
          <w:p w14:paraId="438A84ED" w14:textId="77777777" w:rsidR="00923D7D" w:rsidRPr="00A37E2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37E2E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41A53D0" w14:textId="77777777" w:rsidR="00923D7D" w:rsidRPr="00A37E2E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37E2E"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A37E2E" w14:paraId="1C838B9B" w14:textId="77777777" w:rsidTr="00B819C8">
        <w:tc>
          <w:tcPr>
            <w:tcW w:w="2694" w:type="dxa"/>
            <w:vAlign w:val="center"/>
          </w:tcPr>
          <w:p w14:paraId="43ED6994" w14:textId="77777777" w:rsidR="0085747A" w:rsidRPr="00A37E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37E2E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F82A83" w14:textId="77777777" w:rsidR="0085747A" w:rsidRPr="00A37E2E" w:rsidRDefault="00E34AE0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37E2E">
              <w:rPr>
                <w:b w:val="0"/>
                <w:sz w:val="24"/>
                <w:szCs w:val="24"/>
              </w:rPr>
              <w:t>Dr Z. Frączek</w:t>
            </w:r>
          </w:p>
        </w:tc>
      </w:tr>
      <w:tr w:rsidR="0085747A" w:rsidRPr="00A37E2E" w14:paraId="092B87EA" w14:textId="77777777" w:rsidTr="00B819C8">
        <w:tc>
          <w:tcPr>
            <w:tcW w:w="2694" w:type="dxa"/>
            <w:vAlign w:val="center"/>
          </w:tcPr>
          <w:p w14:paraId="7D8F6CA2" w14:textId="77777777" w:rsidR="0085747A" w:rsidRPr="00A37E2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37E2E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476CF4" w14:textId="552948E8" w:rsidR="0085747A" w:rsidRPr="00A37E2E" w:rsidRDefault="00A37E2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Zgodnie z przydziałem czynności w danym roku akademickim</w:t>
            </w:r>
          </w:p>
        </w:tc>
      </w:tr>
    </w:tbl>
    <w:p w14:paraId="6609C31F" w14:textId="77777777" w:rsidR="0085747A" w:rsidRPr="00A37E2E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A37E2E">
        <w:rPr>
          <w:sz w:val="24"/>
          <w:szCs w:val="24"/>
        </w:rPr>
        <w:t xml:space="preserve">* </w:t>
      </w:r>
      <w:r w:rsidRPr="00A37E2E">
        <w:rPr>
          <w:i/>
          <w:sz w:val="24"/>
          <w:szCs w:val="24"/>
        </w:rPr>
        <w:t>-</w:t>
      </w:r>
      <w:r w:rsidR="00B90885" w:rsidRPr="00A37E2E">
        <w:rPr>
          <w:b w:val="0"/>
          <w:i/>
          <w:sz w:val="24"/>
          <w:szCs w:val="24"/>
        </w:rPr>
        <w:t>opcjonalni</w:t>
      </w:r>
      <w:r w:rsidR="00B90885" w:rsidRPr="00A37E2E">
        <w:rPr>
          <w:b w:val="0"/>
          <w:sz w:val="24"/>
          <w:szCs w:val="24"/>
        </w:rPr>
        <w:t>e,</w:t>
      </w:r>
      <w:r w:rsidRPr="00A37E2E">
        <w:rPr>
          <w:i/>
          <w:sz w:val="24"/>
          <w:szCs w:val="24"/>
        </w:rPr>
        <w:t xml:space="preserve"> </w:t>
      </w:r>
      <w:r w:rsidRPr="00A37E2E">
        <w:rPr>
          <w:b w:val="0"/>
          <w:i/>
          <w:sz w:val="24"/>
          <w:szCs w:val="24"/>
        </w:rPr>
        <w:t xml:space="preserve">zgodnie z ustaleniami </w:t>
      </w:r>
      <w:r w:rsidR="00B90885" w:rsidRPr="00A37E2E">
        <w:rPr>
          <w:b w:val="0"/>
          <w:i/>
          <w:sz w:val="24"/>
          <w:szCs w:val="24"/>
        </w:rPr>
        <w:t>w Jednostce</w:t>
      </w:r>
    </w:p>
    <w:p w14:paraId="1F8F660E" w14:textId="77777777" w:rsidR="00923D7D" w:rsidRPr="00A37E2E" w:rsidRDefault="00923D7D" w:rsidP="009C54AE">
      <w:pPr>
        <w:pStyle w:val="Podpunkty"/>
        <w:ind w:left="0"/>
        <w:rPr>
          <w:sz w:val="24"/>
          <w:szCs w:val="24"/>
        </w:rPr>
      </w:pPr>
    </w:p>
    <w:p w14:paraId="5B4ADD8F" w14:textId="77777777" w:rsidR="0085747A" w:rsidRPr="00A37E2E" w:rsidRDefault="0085747A" w:rsidP="009C54AE">
      <w:pPr>
        <w:pStyle w:val="Podpunkty"/>
        <w:ind w:left="284"/>
        <w:rPr>
          <w:sz w:val="24"/>
          <w:szCs w:val="24"/>
        </w:rPr>
      </w:pPr>
      <w:r w:rsidRPr="00A37E2E">
        <w:rPr>
          <w:sz w:val="24"/>
          <w:szCs w:val="24"/>
        </w:rPr>
        <w:t>1.</w:t>
      </w:r>
      <w:r w:rsidR="00E22FBC" w:rsidRPr="00A37E2E">
        <w:rPr>
          <w:sz w:val="24"/>
          <w:szCs w:val="24"/>
        </w:rPr>
        <w:t>1</w:t>
      </w:r>
      <w:r w:rsidRPr="00A37E2E">
        <w:rPr>
          <w:sz w:val="24"/>
          <w:szCs w:val="24"/>
        </w:rPr>
        <w:t xml:space="preserve">.Formy zajęć dydaktycznych, wymiar godzin i punktów ECTS </w:t>
      </w:r>
    </w:p>
    <w:p w14:paraId="622292CF" w14:textId="77777777" w:rsidR="00923D7D" w:rsidRPr="00A37E2E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2"/>
        <w:gridCol w:w="787"/>
        <w:gridCol w:w="863"/>
        <w:gridCol w:w="800"/>
        <w:gridCol w:w="820"/>
        <w:gridCol w:w="761"/>
        <w:gridCol w:w="947"/>
        <w:gridCol w:w="1187"/>
        <w:gridCol w:w="1501"/>
      </w:tblGrid>
      <w:tr w:rsidR="00015B8F" w:rsidRPr="00A37E2E" w14:paraId="5437D4D0" w14:textId="77777777" w:rsidTr="00863E6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0390" w14:textId="77777777" w:rsidR="00015B8F" w:rsidRPr="00A37E2E" w:rsidRDefault="00015B8F" w:rsidP="00863E61">
            <w:pPr>
              <w:pStyle w:val="Nagwkitablic"/>
              <w:spacing w:after="0" w:line="240" w:lineRule="auto"/>
              <w:jc w:val="center"/>
              <w:rPr>
                <w:szCs w:val="24"/>
              </w:rPr>
            </w:pPr>
            <w:r w:rsidRPr="00A37E2E">
              <w:rPr>
                <w:szCs w:val="24"/>
              </w:rPr>
              <w:t>Semestr</w:t>
            </w:r>
          </w:p>
          <w:p w14:paraId="02008887" w14:textId="77777777" w:rsidR="00015B8F" w:rsidRPr="00A37E2E" w:rsidRDefault="002B5EA0" w:rsidP="00863E61">
            <w:pPr>
              <w:pStyle w:val="Nagwkitablic"/>
              <w:spacing w:after="0" w:line="240" w:lineRule="auto"/>
              <w:jc w:val="center"/>
              <w:rPr>
                <w:szCs w:val="24"/>
              </w:rPr>
            </w:pPr>
            <w:r w:rsidRPr="00A37E2E">
              <w:rPr>
                <w:szCs w:val="24"/>
              </w:rPr>
              <w:t>(</w:t>
            </w:r>
            <w:r w:rsidR="00363F78" w:rsidRPr="00A37E2E">
              <w:rPr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25505" w14:textId="77777777" w:rsidR="00015B8F" w:rsidRPr="00A37E2E" w:rsidRDefault="00015B8F" w:rsidP="00863E61">
            <w:pPr>
              <w:pStyle w:val="Nagwkitablic"/>
              <w:spacing w:after="0" w:line="240" w:lineRule="auto"/>
              <w:jc w:val="center"/>
              <w:rPr>
                <w:szCs w:val="24"/>
              </w:rPr>
            </w:pPr>
            <w:proofErr w:type="spellStart"/>
            <w:r w:rsidRPr="00A37E2E">
              <w:rPr>
                <w:szCs w:val="24"/>
              </w:rPr>
              <w:t>Wykł</w:t>
            </w:r>
            <w:proofErr w:type="spellEnd"/>
            <w:r w:rsidRPr="00A37E2E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48094" w14:textId="77777777" w:rsidR="00015B8F" w:rsidRPr="00A37E2E" w:rsidRDefault="00015B8F" w:rsidP="00863E61">
            <w:pPr>
              <w:pStyle w:val="Nagwkitablic"/>
              <w:spacing w:after="0" w:line="240" w:lineRule="auto"/>
              <w:jc w:val="center"/>
              <w:rPr>
                <w:szCs w:val="24"/>
              </w:rPr>
            </w:pPr>
            <w:r w:rsidRPr="00A37E2E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57D7D" w14:textId="77777777" w:rsidR="00015B8F" w:rsidRPr="00A37E2E" w:rsidRDefault="00015B8F" w:rsidP="00863E61">
            <w:pPr>
              <w:pStyle w:val="Nagwkitablic"/>
              <w:spacing w:after="0" w:line="240" w:lineRule="auto"/>
              <w:jc w:val="center"/>
              <w:rPr>
                <w:szCs w:val="24"/>
              </w:rPr>
            </w:pPr>
            <w:proofErr w:type="spellStart"/>
            <w:r w:rsidRPr="00A37E2E">
              <w:rPr>
                <w:szCs w:val="24"/>
              </w:rPr>
              <w:t>Konw</w:t>
            </w:r>
            <w:proofErr w:type="spellEnd"/>
            <w:r w:rsidRPr="00A37E2E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C0871" w14:textId="77777777" w:rsidR="00015B8F" w:rsidRPr="00A37E2E" w:rsidRDefault="00015B8F" w:rsidP="00863E61">
            <w:pPr>
              <w:pStyle w:val="Nagwkitablic"/>
              <w:spacing w:after="0" w:line="240" w:lineRule="auto"/>
              <w:jc w:val="center"/>
              <w:rPr>
                <w:szCs w:val="24"/>
              </w:rPr>
            </w:pPr>
            <w:r w:rsidRPr="00A37E2E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C9D68" w14:textId="77777777" w:rsidR="00015B8F" w:rsidRPr="00A37E2E" w:rsidRDefault="00015B8F" w:rsidP="00863E61">
            <w:pPr>
              <w:pStyle w:val="Nagwkitablic"/>
              <w:spacing w:after="0" w:line="240" w:lineRule="auto"/>
              <w:jc w:val="center"/>
              <w:rPr>
                <w:szCs w:val="24"/>
              </w:rPr>
            </w:pPr>
            <w:proofErr w:type="spellStart"/>
            <w:r w:rsidRPr="00A37E2E">
              <w:rPr>
                <w:szCs w:val="24"/>
              </w:rPr>
              <w:t>Sem</w:t>
            </w:r>
            <w:proofErr w:type="spellEnd"/>
            <w:r w:rsidRPr="00A37E2E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F8E20" w14:textId="77777777" w:rsidR="00015B8F" w:rsidRPr="00A37E2E" w:rsidRDefault="00015B8F" w:rsidP="00863E61">
            <w:pPr>
              <w:pStyle w:val="Nagwkitablic"/>
              <w:spacing w:after="0" w:line="240" w:lineRule="auto"/>
              <w:jc w:val="center"/>
              <w:rPr>
                <w:szCs w:val="24"/>
              </w:rPr>
            </w:pPr>
            <w:r w:rsidRPr="00A37E2E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C3878" w14:textId="77777777" w:rsidR="00015B8F" w:rsidRPr="00A37E2E" w:rsidRDefault="00015B8F" w:rsidP="00863E61">
            <w:pPr>
              <w:pStyle w:val="Nagwkitablic"/>
              <w:spacing w:after="0" w:line="240" w:lineRule="auto"/>
              <w:jc w:val="center"/>
              <w:rPr>
                <w:szCs w:val="24"/>
              </w:rPr>
            </w:pPr>
            <w:proofErr w:type="spellStart"/>
            <w:r w:rsidRPr="00A37E2E">
              <w:rPr>
                <w:szCs w:val="24"/>
              </w:rPr>
              <w:t>Prakt</w:t>
            </w:r>
            <w:proofErr w:type="spellEnd"/>
            <w:r w:rsidRPr="00A37E2E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F1B13" w14:textId="77777777" w:rsidR="00015B8F" w:rsidRPr="00A37E2E" w:rsidRDefault="00015B8F" w:rsidP="00863E61">
            <w:pPr>
              <w:pStyle w:val="Nagwkitablic"/>
              <w:spacing w:after="0" w:line="240" w:lineRule="auto"/>
              <w:jc w:val="center"/>
              <w:rPr>
                <w:szCs w:val="24"/>
              </w:rPr>
            </w:pPr>
            <w:r w:rsidRPr="00A37E2E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E8CAF" w14:textId="77777777" w:rsidR="00015B8F" w:rsidRPr="00A37E2E" w:rsidRDefault="00015B8F" w:rsidP="00863E61">
            <w:pPr>
              <w:pStyle w:val="Nagwkitablic"/>
              <w:spacing w:after="0" w:line="240" w:lineRule="auto"/>
              <w:jc w:val="center"/>
              <w:rPr>
                <w:b/>
                <w:szCs w:val="24"/>
              </w:rPr>
            </w:pPr>
            <w:r w:rsidRPr="00A37E2E">
              <w:rPr>
                <w:b/>
                <w:szCs w:val="24"/>
              </w:rPr>
              <w:t>Liczba pkt</w:t>
            </w:r>
            <w:r w:rsidR="00B90885" w:rsidRPr="00A37E2E">
              <w:rPr>
                <w:b/>
                <w:szCs w:val="24"/>
              </w:rPr>
              <w:t>.</w:t>
            </w:r>
            <w:r w:rsidRPr="00A37E2E">
              <w:rPr>
                <w:b/>
                <w:szCs w:val="24"/>
              </w:rPr>
              <w:t xml:space="preserve"> ECTS</w:t>
            </w:r>
          </w:p>
        </w:tc>
      </w:tr>
      <w:tr w:rsidR="00015B8F" w:rsidRPr="00A37E2E" w14:paraId="708ED381" w14:textId="77777777" w:rsidTr="00863E6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C1516" w14:textId="77777777" w:rsidR="00015B8F" w:rsidRPr="00A37E2E" w:rsidRDefault="00761BA7" w:rsidP="00863E6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A37E2E">
              <w:rPr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F1EB" w14:textId="77777777" w:rsidR="00015B8F" w:rsidRPr="00A37E2E" w:rsidRDefault="00761BA7" w:rsidP="00863E6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A37E2E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A80D6" w14:textId="77777777" w:rsidR="00015B8F" w:rsidRPr="00A37E2E" w:rsidRDefault="00761BA7" w:rsidP="00863E6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A37E2E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D81FC" w14:textId="77777777" w:rsidR="00015B8F" w:rsidRPr="00A37E2E" w:rsidRDefault="00015B8F" w:rsidP="00863E6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07E23" w14:textId="77777777" w:rsidR="00015B8F" w:rsidRPr="00A37E2E" w:rsidRDefault="00015B8F" w:rsidP="00863E6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3B32D" w14:textId="77777777" w:rsidR="00015B8F" w:rsidRPr="00A37E2E" w:rsidRDefault="00015B8F" w:rsidP="00863E6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D6A24" w14:textId="77777777" w:rsidR="00015B8F" w:rsidRPr="00A37E2E" w:rsidRDefault="00015B8F" w:rsidP="00863E6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A1AB" w14:textId="77777777" w:rsidR="00015B8F" w:rsidRPr="00A37E2E" w:rsidRDefault="00015B8F" w:rsidP="00863E6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01EF9" w14:textId="77777777" w:rsidR="00015B8F" w:rsidRPr="00A37E2E" w:rsidRDefault="00015B8F" w:rsidP="00863E61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1080E" w14:textId="77777777" w:rsidR="00015B8F" w:rsidRPr="0075030E" w:rsidRDefault="00761BA7" w:rsidP="00863E61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 w:rsidRPr="0075030E">
              <w:rPr>
                <w:b/>
                <w:sz w:val="24"/>
                <w:szCs w:val="24"/>
              </w:rPr>
              <w:t>3</w:t>
            </w:r>
          </w:p>
        </w:tc>
      </w:tr>
    </w:tbl>
    <w:p w14:paraId="4C9A08A7" w14:textId="77777777" w:rsidR="00923D7D" w:rsidRPr="00A37E2E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4C4AC01D" w14:textId="77777777" w:rsidR="00923D7D" w:rsidRPr="00A37E2E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5328F573" w14:textId="655D0F1F" w:rsidR="00863E61" w:rsidRDefault="0085747A" w:rsidP="00863E61">
      <w:pPr>
        <w:pStyle w:val="Punktygwne"/>
        <w:numPr>
          <w:ilvl w:val="1"/>
          <w:numId w:val="2"/>
        </w:numPr>
        <w:tabs>
          <w:tab w:val="left" w:pos="709"/>
        </w:tabs>
        <w:spacing w:before="0" w:after="0"/>
        <w:rPr>
          <w:smallCaps w:val="0"/>
          <w:szCs w:val="24"/>
        </w:rPr>
      </w:pPr>
      <w:r w:rsidRPr="00A37E2E">
        <w:rPr>
          <w:smallCaps w:val="0"/>
          <w:szCs w:val="24"/>
        </w:rPr>
        <w:t>Sposób realizacji zajęć</w:t>
      </w:r>
      <w:r w:rsidR="00C66980" w:rsidRPr="00A37E2E">
        <w:rPr>
          <w:smallCaps w:val="0"/>
          <w:szCs w:val="24"/>
        </w:rPr>
        <w:t>:</w:t>
      </w:r>
      <w:r w:rsidRPr="00A37E2E">
        <w:rPr>
          <w:smallCaps w:val="0"/>
          <w:szCs w:val="24"/>
        </w:rPr>
        <w:t xml:space="preserve">  </w:t>
      </w:r>
    </w:p>
    <w:p w14:paraId="315936CB" w14:textId="77777777" w:rsidR="00863E61" w:rsidRDefault="00863E61" w:rsidP="00863E61">
      <w:pPr>
        <w:pStyle w:val="Punktygwne"/>
        <w:tabs>
          <w:tab w:val="left" w:pos="709"/>
        </w:tabs>
        <w:spacing w:before="0" w:after="0"/>
        <w:ind w:left="780"/>
        <w:rPr>
          <w:b w:val="0"/>
          <w:smallCaps w:val="0"/>
          <w:szCs w:val="24"/>
        </w:rPr>
      </w:pPr>
    </w:p>
    <w:p w14:paraId="56C3A130" w14:textId="4D14C869" w:rsidR="0085747A" w:rsidRPr="00A37E2E" w:rsidRDefault="0085747A" w:rsidP="00863E61">
      <w:pPr>
        <w:pStyle w:val="Punktygwne"/>
        <w:tabs>
          <w:tab w:val="left" w:pos="709"/>
        </w:tabs>
        <w:spacing w:before="0" w:after="0"/>
        <w:ind w:left="780"/>
        <w:rPr>
          <w:b w:val="0"/>
          <w:smallCaps w:val="0"/>
          <w:szCs w:val="24"/>
        </w:rPr>
      </w:pPr>
      <w:r w:rsidRPr="00A37E2E">
        <w:rPr>
          <w:b w:val="0"/>
          <w:smallCaps w:val="0"/>
          <w:szCs w:val="24"/>
        </w:rPr>
        <w:t>zajęcia w formie tradycyjnej</w:t>
      </w:r>
      <w:r w:rsidR="00C66980" w:rsidRPr="00A37E2E">
        <w:rPr>
          <w:b w:val="0"/>
          <w:smallCaps w:val="0"/>
          <w:szCs w:val="24"/>
        </w:rPr>
        <w:t>.</w:t>
      </w:r>
      <w:r w:rsidRPr="00A37E2E">
        <w:rPr>
          <w:b w:val="0"/>
          <w:smallCaps w:val="0"/>
          <w:szCs w:val="24"/>
        </w:rPr>
        <w:t xml:space="preserve"> </w:t>
      </w:r>
    </w:p>
    <w:p w14:paraId="1AF01581" w14:textId="77777777" w:rsidR="0085747A" w:rsidRPr="00A37E2E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0775C7D7" w14:textId="77777777" w:rsidR="00E22FBC" w:rsidRPr="00A37E2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A37E2E">
        <w:rPr>
          <w:smallCaps w:val="0"/>
          <w:szCs w:val="24"/>
        </w:rPr>
        <w:t xml:space="preserve">1.3 </w:t>
      </w:r>
      <w:r w:rsidR="00F83B28" w:rsidRPr="00A37E2E">
        <w:rPr>
          <w:smallCaps w:val="0"/>
          <w:szCs w:val="24"/>
        </w:rPr>
        <w:tab/>
      </w:r>
      <w:r w:rsidRPr="00A37E2E">
        <w:rPr>
          <w:smallCaps w:val="0"/>
          <w:szCs w:val="24"/>
        </w:rPr>
        <w:t>For</w:t>
      </w:r>
      <w:r w:rsidR="00445970" w:rsidRPr="00A37E2E">
        <w:rPr>
          <w:smallCaps w:val="0"/>
          <w:szCs w:val="24"/>
        </w:rPr>
        <w:t xml:space="preserve">ma zaliczenia przedmiotu </w:t>
      </w:r>
      <w:r w:rsidRPr="00A37E2E">
        <w:rPr>
          <w:smallCaps w:val="0"/>
          <w:szCs w:val="24"/>
        </w:rPr>
        <w:t xml:space="preserve"> (z toku) </w:t>
      </w:r>
      <w:r w:rsidRPr="00A37E2E">
        <w:rPr>
          <w:b w:val="0"/>
          <w:smallCaps w:val="0"/>
          <w:szCs w:val="24"/>
        </w:rPr>
        <w:t>(egzamin, zaliczenie z oceną, zaliczenie bez oceny)</w:t>
      </w:r>
    </w:p>
    <w:p w14:paraId="48458E3B" w14:textId="77777777" w:rsidR="00863E61" w:rsidRDefault="00863E61" w:rsidP="00863E61">
      <w:pPr>
        <w:pStyle w:val="Punktygwne"/>
        <w:spacing w:before="0" w:after="0"/>
        <w:ind w:firstLine="284"/>
        <w:rPr>
          <w:b w:val="0"/>
          <w:szCs w:val="24"/>
        </w:rPr>
      </w:pPr>
    </w:p>
    <w:p w14:paraId="4C802BA4" w14:textId="4697CAA2" w:rsidR="009C54AE" w:rsidRPr="00A37E2E" w:rsidRDefault="00761BA7" w:rsidP="00863E61">
      <w:pPr>
        <w:pStyle w:val="Punktygwne"/>
        <w:spacing w:before="0" w:after="0"/>
        <w:ind w:firstLine="708"/>
        <w:rPr>
          <w:b w:val="0"/>
          <w:szCs w:val="24"/>
        </w:rPr>
      </w:pPr>
      <w:r w:rsidRPr="00A37E2E">
        <w:rPr>
          <w:b w:val="0"/>
          <w:szCs w:val="24"/>
        </w:rPr>
        <w:t>egzamin</w:t>
      </w:r>
    </w:p>
    <w:p w14:paraId="6E6451B7" w14:textId="199FC53B" w:rsidR="00312155" w:rsidRPr="00A37E2E" w:rsidRDefault="00312155" w:rsidP="009C54AE">
      <w:pPr>
        <w:pStyle w:val="Punktygwne"/>
        <w:spacing w:before="0" w:after="0"/>
        <w:rPr>
          <w:b w:val="0"/>
          <w:szCs w:val="24"/>
        </w:rPr>
      </w:pPr>
    </w:p>
    <w:p w14:paraId="65239E85" w14:textId="77777777" w:rsidR="00312155" w:rsidRPr="00A37E2E" w:rsidRDefault="00312155" w:rsidP="0031215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37E2E">
        <w:rPr>
          <w:rFonts w:ascii="Times New Roman" w:hAnsi="Times New Roman"/>
          <w:b/>
          <w:bCs/>
          <w:sz w:val="24"/>
          <w:szCs w:val="24"/>
        </w:rPr>
        <w:t>1. ćwiczenia – zaliczenie z oceną:</w:t>
      </w:r>
    </w:p>
    <w:p w14:paraId="228544F0" w14:textId="5D8C04E9" w:rsidR="00312155" w:rsidRPr="00A37E2E" w:rsidRDefault="00312155" w:rsidP="003121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7E2E">
        <w:rPr>
          <w:rFonts w:ascii="Times New Roman" w:hAnsi="Times New Roman"/>
          <w:sz w:val="24"/>
          <w:szCs w:val="24"/>
        </w:rPr>
        <w:t>Ustalenie oceny zaliczeniowej na podstawie ocen cząstkowych (zaliczenie kolokwium semestralnego,  obecność i aktywność na zajęciach, wykazanie się znajomością aktualnych problemów rodziny podejmowanych w wybranych czasopismach naukowych)</w:t>
      </w:r>
      <w:r w:rsidR="00D00691" w:rsidRPr="00A37E2E">
        <w:rPr>
          <w:rFonts w:ascii="Times New Roman" w:hAnsi="Times New Roman"/>
          <w:sz w:val="24"/>
          <w:szCs w:val="24"/>
        </w:rPr>
        <w:t>;</w:t>
      </w:r>
    </w:p>
    <w:p w14:paraId="6DB25EE3" w14:textId="77777777" w:rsidR="00312155" w:rsidRPr="00A37E2E" w:rsidRDefault="00312155" w:rsidP="003121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EF110A" w14:textId="577B9AFB" w:rsidR="00312155" w:rsidRPr="00A37E2E" w:rsidRDefault="00312155" w:rsidP="0031215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7E2E">
        <w:rPr>
          <w:rFonts w:ascii="Times New Roman" w:hAnsi="Times New Roman"/>
          <w:b/>
          <w:bCs/>
          <w:sz w:val="24"/>
          <w:szCs w:val="24"/>
        </w:rPr>
        <w:t>2. wykład – zaliczenie bez oceny</w:t>
      </w:r>
      <w:r w:rsidR="00D00691" w:rsidRPr="00A37E2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00691" w:rsidRPr="00A37E2E">
        <w:rPr>
          <w:rFonts w:ascii="Times New Roman" w:hAnsi="Times New Roman"/>
          <w:sz w:val="24"/>
          <w:szCs w:val="24"/>
        </w:rPr>
        <w:t>(obecność na wykładzie);</w:t>
      </w:r>
    </w:p>
    <w:p w14:paraId="646DA018" w14:textId="77777777" w:rsidR="00312155" w:rsidRPr="00A37E2E" w:rsidRDefault="00312155" w:rsidP="003121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A3B579" w14:textId="77777777" w:rsidR="00312155" w:rsidRPr="00A37E2E" w:rsidRDefault="00312155" w:rsidP="0031215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7E2E">
        <w:rPr>
          <w:rFonts w:ascii="Times New Roman" w:hAnsi="Times New Roman"/>
          <w:b/>
          <w:bCs/>
          <w:sz w:val="24"/>
          <w:szCs w:val="24"/>
        </w:rPr>
        <w:lastRenderedPageBreak/>
        <w:t>3. zaliczenie całości przedmiotu</w:t>
      </w:r>
      <w:r w:rsidRPr="00A37E2E">
        <w:rPr>
          <w:rFonts w:ascii="Times New Roman" w:hAnsi="Times New Roman"/>
          <w:sz w:val="24"/>
          <w:szCs w:val="24"/>
        </w:rPr>
        <w:t xml:space="preserve"> - egzamin pisemny z pytaniami otwartymi (3 pytania obejmujące treści kształcenia realizowane na ćwiczeniach i wykładach).</w:t>
      </w:r>
    </w:p>
    <w:p w14:paraId="215E23B4" w14:textId="338C7DDE" w:rsidR="00312155" w:rsidRPr="00A37E2E" w:rsidRDefault="00312155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4CCE04D3" w14:textId="2F6E3E0F" w:rsidR="00E960BB" w:rsidRDefault="0085747A" w:rsidP="009C54AE">
      <w:pPr>
        <w:pStyle w:val="Punktygwne"/>
        <w:spacing w:before="0" w:after="0"/>
        <w:rPr>
          <w:szCs w:val="24"/>
        </w:rPr>
      </w:pPr>
      <w:r w:rsidRPr="00A37E2E">
        <w:rPr>
          <w:szCs w:val="24"/>
        </w:rPr>
        <w:t xml:space="preserve">2.Wymagania wstępne </w:t>
      </w:r>
    </w:p>
    <w:p w14:paraId="334F8A02" w14:textId="77777777" w:rsidR="00863E61" w:rsidRPr="00A37E2E" w:rsidRDefault="00863E61" w:rsidP="009C54AE">
      <w:pPr>
        <w:pStyle w:val="Punktygwne"/>
        <w:spacing w:before="0" w:after="0"/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37E2E" w14:paraId="6A5E2A7E" w14:textId="77777777" w:rsidTr="00745302">
        <w:tc>
          <w:tcPr>
            <w:tcW w:w="9670" w:type="dxa"/>
          </w:tcPr>
          <w:p w14:paraId="62B23184" w14:textId="77777777" w:rsidR="00E55095" w:rsidRPr="00A37E2E" w:rsidRDefault="00E55095" w:rsidP="00E550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>- znajomość specyfiki rodzinnego środowiska wychowawczego;</w:t>
            </w:r>
          </w:p>
          <w:p w14:paraId="785EDD56" w14:textId="0D6E5049" w:rsidR="0085747A" w:rsidRPr="00863E61" w:rsidRDefault="00E55095" w:rsidP="009C54AE">
            <w:pPr>
              <w:pStyle w:val="Punktygwne"/>
              <w:spacing w:before="40" w:after="40"/>
              <w:rPr>
                <w:b w:val="0"/>
                <w:smallCaps w:val="0"/>
                <w:szCs w:val="24"/>
              </w:rPr>
            </w:pPr>
            <w:r w:rsidRPr="00A37E2E">
              <w:rPr>
                <w:b w:val="0"/>
                <w:smallCaps w:val="0"/>
                <w:szCs w:val="24"/>
              </w:rPr>
              <w:t>- znajomość mechanizmów kształtujących relacje międzyludzkie w rodzinie.</w:t>
            </w:r>
          </w:p>
        </w:tc>
      </w:tr>
    </w:tbl>
    <w:p w14:paraId="39912686" w14:textId="77777777" w:rsidR="00153C41" w:rsidRPr="00A37E2E" w:rsidRDefault="00153C41" w:rsidP="009C54AE">
      <w:pPr>
        <w:pStyle w:val="Punktygwne"/>
        <w:spacing w:before="0" w:after="0"/>
        <w:rPr>
          <w:szCs w:val="24"/>
        </w:rPr>
      </w:pPr>
    </w:p>
    <w:p w14:paraId="107FBB19" w14:textId="77777777" w:rsidR="0085747A" w:rsidRPr="00A37E2E" w:rsidRDefault="0071620A" w:rsidP="009C54AE">
      <w:pPr>
        <w:pStyle w:val="Punktygwne"/>
        <w:spacing w:before="0" w:after="0"/>
        <w:rPr>
          <w:szCs w:val="24"/>
        </w:rPr>
      </w:pPr>
      <w:r w:rsidRPr="00A37E2E">
        <w:rPr>
          <w:szCs w:val="24"/>
        </w:rPr>
        <w:t>3.</w:t>
      </w:r>
      <w:r w:rsidR="0085747A" w:rsidRPr="00A37E2E">
        <w:rPr>
          <w:szCs w:val="24"/>
        </w:rPr>
        <w:t xml:space="preserve"> </w:t>
      </w:r>
      <w:r w:rsidR="00A84C85" w:rsidRPr="00A37E2E">
        <w:rPr>
          <w:szCs w:val="24"/>
        </w:rPr>
        <w:t>cele, efekty uczenia się</w:t>
      </w:r>
      <w:r w:rsidR="0085747A" w:rsidRPr="00A37E2E">
        <w:rPr>
          <w:szCs w:val="24"/>
        </w:rPr>
        <w:t xml:space="preserve"> , treści Programowe i stosowane metody Dydaktyczne</w:t>
      </w:r>
    </w:p>
    <w:p w14:paraId="0F396E73" w14:textId="77777777" w:rsidR="0085747A" w:rsidRPr="00A37E2E" w:rsidRDefault="0085747A" w:rsidP="009C54AE">
      <w:pPr>
        <w:pStyle w:val="Punktygwne"/>
        <w:spacing w:before="0" w:after="0"/>
        <w:rPr>
          <w:szCs w:val="24"/>
        </w:rPr>
      </w:pPr>
    </w:p>
    <w:p w14:paraId="294EE661" w14:textId="77777777" w:rsidR="0085747A" w:rsidRPr="00A37E2E" w:rsidRDefault="0071620A" w:rsidP="009C54AE">
      <w:pPr>
        <w:pStyle w:val="Podpunkty"/>
        <w:rPr>
          <w:sz w:val="24"/>
          <w:szCs w:val="24"/>
        </w:rPr>
      </w:pPr>
      <w:r w:rsidRPr="00A37E2E">
        <w:rPr>
          <w:sz w:val="24"/>
          <w:szCs w:val="24"/>
        </w:rPr>
        <w:t xml:space="preserve">3.1 </w:t>
      </w:r>
      <w:r w:rsidR="00C05F44" w:rsidRPr="00A37E2E">
        <w:rPr>
          <w:sz w:val="24"/>
          <w:szCs w:val="24"/>
        </w:rPr>
        <w:t>Cele przedmiotu</w:t>
      </w:r>
    </w:p>
    <w:p w14:paraId="52E8DE58" w14:textId="77777777" w:rsidR="00F83B28" w:rsidRPr="00A37E2E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390365" w:rsidRPr="00A37E2E" w14:paraId="5C073E4C" w14:textId="77777777" w:rsidTr="003D4776">
        <w:tc>
          <w:tcPr>
            <w:tcW w:w="841" w:type="dxa"/>
            <w:vAlign w:val="center"/>
          </w:tcPr>
          <w:p w14:paraId="4AA6BE45" w14:textId="0521C193" w:rsidR="00390365" w:rsidRPr="00A37E2E" w:rsidRDefault="00390365" w:rsidP="00B578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79DE30E8" w14:textId="24822E76" w:rsidR="00390365" w:rsidRPr="00A37E2E" w:rsidRDefault="00390365" w:rsidP="00B578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>Poznanie wybranych teorii, koncepcji i systemów wychowania.</w:t>
            </w:r>
            <w:r w:rsidR="00B57822" w:rsidRPr="00A37E2E">
              <w:rPr>
                <w:rFonts w:ascii="Times New Roman" w:hAnsi="Times New Roman"/>
                <w:sz w:val="24"/>
                <w:szCs w:val="24"/>
              </w:rPr>
              <w:t xml:space="preserve"> Pobudzanie do refleksji nad problematyką aksjologiczną jako podstawą stanowienia celów wychowania w</w:t>
            </w:r>
            <w:r w:rsidR="00863E61">
              <w:rPr>
                <w:rFonts w:ascii="Times New Roman" w:hAnsi="Times New Roman"/>
                <w:sz w:val="24"/>
                <w:szCs w:val="24"/>
              </w:rPr>
              <w:t> </w:t>
            </w:r>
            <w:r w:rsidR="00B57822" w:rsidRPr="00A37E2E">
              <w:rPr>
                <w:rFonts w:ascii="Times New Roman" w:hAnsi="Times New Roman"/>
                <w:sz w:val="24"/>
                <w:szCs w:val="24"/>
              </w:rPr>
              <w:t>warunkach pluralizmu wartości i orientacji światopoglądowych.</w:t>
            </w:r>
          </w:p>
        </w:tc>
      </w:tr>
      <w:tr w:rsidR="00390365" w:rsidRPr="00A37E2E" w14:paraId="12492C4C" w14:textId="77777777" w:rsidTr="003D4776">
        <w:tc>
          <w:tcPr>
            <w:tcW w:w="841" w:type="dxa"/>
            <w:vAlign w:val="center"/>
          </w:tcPr>
          <w:p w14:paraId="00BAE1C1" w14:textId="38B9F012" w:rsidR="00390365" w:rsidRPr="00A37E2E" w:rsidRDefault="00390365" w:rsidP="00B578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 xml:space="preserve">C </w:t>
            </w:r>
            <w:r w:rsidR="00B57822" w:rsidRPr="00A37E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79" w:type="dxa"/>
            <w:vAlign w:val="center"/>
          </w:tcPr>
          <w:p w14:paraId="1C736728" w14:textId="4CED5D22" w:rsidR="00390365" w:rsidRPr="00A37E2E" w:rsidRDefault="00390365" w:rsidP="00B578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>Nabycie umiejętności konstruowania celów wychowania</w:t>
            </w:r>
            <w:r w:rsidR="00B57822" w:rsidRPr="00A37E2E">
              <w:rPr>
                <w:rFonts w:ascii="Times New Roman" w:hAnsi="Times New Roman"/>
                <w:sz w:val="24"/>
                <w:szCs w:val="24"/>
              </w:rPr>
              <w:t>, doboru i stosowania metod, technik, form i środków wychowania w rodzinie.</w:t>
            </w:r>
          </w:p>
        </w:tc>
      </w:tr>
      <w:tr w:rsidR="00390365" w:rsidRPr="00A37E2E" w14:paraId="45342AF3" w14:textId="77777777" w:rsidTr="003D4776">
        <w:tc>
          <w:tcPr>
            <w:tcW w:w="841" w:type="dxa"/>
            <w:vAlign w:val="center"/>
          </w:tcPr>
          <w:p w14:paraId="0AAE84E9" w14:textId="1EBC66A7" w:rsidR="00390365" w:rsidRPr="00A37E2E" w:rsidRDefault="00390365" w:rsidP="00B578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 xml:space="preserve">C </w:t>
            </w:r>
            <w:r w:rsidR="00B57822" w:rsidRPr="00A37E2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79" w:type="dxa"/>
            <w:vAlign w:val="center"/>
          </w:tcPr>
          <w:p w14:paraId="642D9EDB" w14:textId="239A20CF" w:rsidR="00390365" w:rsidRPr="00A37E2E" w:rsidRDefault="00B57822" w:rsidP="00B578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>Poznanie wielości i złożoności czynników wpływających na rozwój osobowości dziecka ze szczególnym uwzględnieniem oddziaływań wychowawczych oraz samokształtujących.</w:t>
            </w:r>
          </w:p>
        </w:tc>
      </w:tr>
      <w:tr w:rsidR="00390365" w:rsidRPr="00A37E2E" w14:paraId="618217E2" w14:textId="77777777" w:rsidTr="003D4776">
        <w:tc>
          <w:tcPr>
            <w:tcW w:w="841" w:type="dxa"/>
            <w:vAlign w:val="center"/>
          </w:tcPr>
          <w:p w14:paraId="7D607B9F" w14:textId="690F51E6" w:rsidR="00390365" w:rsidRPr="00A37E2E" w:rsidRDefault="00390365" w:rsidP="00B578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 xml:space="preserve">C </w:t>
            </w:r>
            <w:r w:rsidR="00B57822" w:rsidRPr="00A37E2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79" w:type="dxa"/>
            <w:vAlign w:val="center"/>
          </w:tcPr>
          <w:p w14:paraId="797390AC" w14:textId="73930B72" w:rsidR="00390365" w:rsidRPr="00A37E2E" w:rsidRDefault="00B57822" w:rsidP="00B578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>Poznanie syndromów, a także przyczyn trudności wychowawczych (w szczególności tkwiących w rodzinie) oraz nabycie umiejętności pracy z dzieckiem sprawiającym trudności wychowawcze.</w:t>
            </w:r>
          </w:p>
        </w:tc>
      </w:tr>
    </w:tbl>
    <w:p w14:paraId="1C351885" w14:textId="77777777" w:rsidR="0085747A" w:rsidRPr="00A37E2E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3BFA6B4A" w14:textId="77777777" w:rsidR="001D7B54" w:rsidRPr="00A37E2E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A37E2E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A37E2E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A37E2E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A37E2E">
        <w:rPr>
          <w:rFonts w:ascii="Times New Roman" w:hAnsi="Times New Roman"/>
          <w:b/>
          <w:sz w:val="24"/>
          <w:szCs w:val="24"/>
        </w:rPr>
        <w:t>dla przedmiotu</w:t>
      </w:r>
      <w:r w:rsidR="00445970" w:rsidRPr="00A37E2E">
        <w:rPr>
          <w:rFonts w:ascii="Times New Roman" w:hAnsi="Times New Roman"/>
          <w:sz w:val="24"/>
          <w:szCs w:val="24"/>
        </w:rPr>
        <w:t xml:space="preserve"> </w:t>
      </w:r>
    </w:p>
    <w:p w14:paraId="4C5E81B1" w14:textId="77777777" w:rsidR="001D7B54" w:rsidRPr="00A37E2E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37E2E" w14:paraId="1ACE9574" w14:textId="77777777" w:rsidTr="005B7256">
        <w:tc>
          <w:tcPr>
            <w:tcW w:w="1681" w:type="dxa"/>
            <w:vAlign w:val="center"/>
          </w:tcPr>
          <w:p w14:paraId="60A24BF9" w14:textId="77777777" w:rsidR="0085747A" w:rsidRPr="00A37E2E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37E2E">
              <w:rPr>
                <w:smallCaps w:val="0"/>
                <w:szCs w:val="24"/>
              </w:rPr>
              <w:t>EK</w:t>
            </w:r>
            <w:r w:rsidR="00A84C85" w:rsidRPr="00A37E2E">
              <w:rPr>
                <w:b w:val="0"/>
                <w:smallCaps w:val="0"/>
                <w:szCs w:val="24"/>
              </w:rPr>
              <w:t xml:space="preserve"> (</w:t>
            </w:r>
            <w:r w:rsidR="00C05F44" w:rsidRPr="00A37E2E">
              <w:rPr>
                <w:b w:val="0"/>
                <w:smallCaps w:val="0"/>
                <w:szCs w:val="24"/>
              </w:rPr>
              <w:t>efekt uczenia się</w:t>
            </w:r>
            <w:r w:rsidR="00B82308" w:rsidRPr="00A37E2E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D498625" w14:textId="77777777" w:rsidR="0085747A" w:rsidRPr="00A37E2E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37E2E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A37E2E">
              <w:rPr>
                <w:b w:val="0"/>
                <w:smallCaps w:val="0"/>
                <w:szCs w:val="24"/>
              </w:rPr>
              <w:t xml:space="preserve">uczenia się </w:t>
            </w:r>
            <w:r w:rsidRPr="00A37E2E">
              <w:rPr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AC087E" w14:textId="77777777" w:rsidR="0085747A" w:rsidRPr="00A37E2E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37E2E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37E2E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5B7256" w:rsidRPr="00A37E2E" w14:paraId="3C3D2323" w14:textId="77777777" w:rsidTr="005B7256">
        <w:tc>
          <w:tcPr>
            <w:tcW w:w="1681" w:type="dxa"/>
          </w:tcPr>
          <w:p w14:paraId="02484827" w14:textId="5616813D" w:rsidR="005B7256" w:rsidRPr="00A37E2E" w:rsidRDefault="005B7256" w:rsidP="005B725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37E2E">
              <w:rPr>
                <w:b w:val="0"/>
                <w:smallCaps w:val="0"/>
                <w:szCs w:val="24"/>
              </w:rPr>
              <w:t>EK</w:t>
            </w:r>
            <w:r w:rsidRPr="00A37E2E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A04BECF" w14:textId="13E68B16" w:rsidR="005B7256" w:rsidRPr="00A37E2E" w:rsidRDefault="005B7256" w:rsidP="00863E61">
            <w:pPr>
              <w:pStyle w:val="Bezodstpw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>Scharakteryzuje teorię wychowanie jako dyscyplinę naukową, wybrane teorie oraz koncepcje i systemy wychowania. Wyjaśni źródła stanowienia i przemiany w</w:t>
            </w:r>
            <w:r w:rsidR="00863E61">
              <w:rPr>
                <w:rFonts w:ascii="Times New Roman" w:hAnsi="Times New Roman"/>
                <w:sz w:val="24"/>
                <w:szCs w:val="24"/>
              </w:rPr>
              <w:t> </w:t>
            </w:r>
            <w:r w:rsidRPr="00A37E2E">
              <w:rPr>
                <w:rFonts w:ascii="Times New Roman" w:hAnsi="Times New Roman"/>
                <w:sz w:val="24"/>
                <w:szCs w:val="24"/>
              </w:rPr>
              <w:t>celach wychowania oraz związek celów z wartościami.</w:t>
            </w:r>
          </w:p>
        </w:tc>
        <w:tc>
          <w:tcPr>
            <w:tcW w:w="1865" w:type="dxa"/>
          </w:tcPr>
          <w:p w14:paraId="1318DF59" w14:textId="23B74CB7" w:rsidR="005B7256" w:rsidRPr="00A37E2E" w:rsidRDefault="005D60C2" w:rsidP="005B725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37E2E">
              <w:rPr>
                <w:b w:val="0"/>
                <w:smallCaps w:val="0"/>
                <w:szCs w:val="24"/>
              </w:rPr>
              <w:t>K_W04</w:t>
            </w:r>
          </w:p>
        </w:tc>
      </w:tr>
      <w:tr w:rsidR="005B7256" w:rsidRPr="00A37E2E" w14:paraId="7EEDC0A7" w14:textId="77777777" w:rsidTr="005B7256">
        <w:tc>
          <w:tcPr>
            <w:tcW w:w="1681" w:type="dxa"/>
          </w:tcPr>
          <w:p w14:paraId="1079CC56" w14:textId="2AD9F2D6" w:rsidR="005B7256" w:rsidRPr="00A37E2E" w:rsidRDefault="005B7256" w:rsidP="005B725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37E2E">
              <w:rPr>
                <w:b w:val="0"/>
                <w:smallCaps w:val="0"/>
                <w:szCs w:val="24"/>
              </w:rPr>
              <w:t>EK</w:t>
            </w:r>
            <w:r w:rsidRPr="00A37E2E">
              <w:rPr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14:paraId="2BA0B1D2" w14:textId="2447F830" w:rsidR="005B7256" w:rsidRPr="00A37E2E" w:rsidRDefault="005B7256" w:rsidP="00863E61">
            <w:pPr>
              <w:pStyle w:val="Bezodstpw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 xml:space="preserve">Opisze zasady wychowania </w:t>
            </w:r>
            <w:r w:rsidR="00E316C7" w:rsidRPr="00A37E2E">
              <w:rPr>
                <w:rFonts w:ascii="Times New Roman" w:hAnsi="Times New Roman"/>
                <w:sz w:val="24"/>
                <w:szCs w:val="24"/>
              </w:rPr>
              <w:t xml:space="preserve">w rodzinie </w:t>
            </w:r>
            <w:r w:rsidRPr="00A37E2E">
              <w:rPr>
                <w:rFonts w:ascii="Times New Roman" w:hAnsi="Times New Roman"/>
                <w:sz w:val="24"/>
                <w:szCs w:val="24"/>
              </w:rPr>
              <w:t>oraz stosowane metody, techniki, formy i środki wychowania.</w:t>
            </w:r>
          </w:p>
        </w:tc>
        <w:tc>
          <w:tcPr>
            <w:tcW w:w="1865" w:type="dxa"/>
          </w:tcPr>
          <w:p w14:paraId="51F41DC1" w14:textId="650DCD60" w:rsidR="00E316C7" w:rsidRPr="00A37E2E" w:rsidRDefault="00E316C7" w:rsidP="005B725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37E2E">
              <w:rPr>
                <w:b w:val="0"/>
                <w:smallCaps w:val="0"/>
                <w:szCs w:val="24"/>
              </w:rPr>
              <w:t>K_W02</w:t>
            </w:r>
          </w:p>
          <w:p w14:paraId="4ED29011" w14:textId="150A949E" w:rsidR="005B7256" w:rsidRPr="00A37E2E" w:rsidRDefault="003348AA" w:rsidP="005B725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37E2E">
              <w:rPr>
                <w:b w:val="0"/>
                <w:smallCaps w:val="0"/>
                <w:szCs w:val="24"/>
              </w:rPr>
              <w:t>K_W06</w:t>
            </w:r>
          </w:p>
        </w:tc>
      </w:tr>
      <w:tr w:rsidR="005B7256" w:rsidRPr="00A37E2E" w14:paraId="3459115B" w14:textId="77777777" w:rsidTr="005B7256">
        <w:tc>
          <w:tcPr>
            <w:tcW w:w="1681" w:type="dxa"/>
          </w:tcPr>
          <w:p w14:paraId="0204B6C4" w14:textId="3D37084C" w:rsidR="005B7256" w:rsidRPr="00A37E2E" w:rsidRDefault="005B7256" w:rsidP="005B725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37E2E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9E4267E" w14:textId="5B3C3E50" w:rsidR="005B7256" w:rsidRPr="00A37E2E" w:rsidRDefault="00316753" w:rsidP="00863E61">
            <w:pPr>
              <w:pStyle w:val="Bezodstpw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>Sk</w:t>
            </w:r>
            <w:r w:rsidR="005B7256" w:rsidRPr="00A37E2E">
              <w:rPr>
                <w:rFonts w:ascii="Times New Roman" w:hAnsi="Times New Roman"/>
                <w:sz w:val="24"/>
                <w:szCs w:val="24"/>
              </w:rPr>
              <w:t>onstruuje cele wychowania, dobier</w:t>
            </w:r>
            <w:r w:rsidR="00AA69D3" w:rsidRPr="00A37E2E">
              <w:rPr>
                <w:rFonts w:ascii="Times New Roman" w:hAnsi="Times New Roman"/>
                <w:sz w:val="24"/>
                <w:szCs w:val="24"/>
              </w:rPr>
              <w:t>ze</w:t>
            </w:r>
            <w:r w:rsidR="005B7256" w:rsidRPr="00A37E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69D3" w:rsidRPr="00A37E2E">
              <w:rPr>
                <w:rFonts w:ascii="Times New Roman" w:hAnsi="Times New Roman"/>
                <w:sz w:val="24"/>
                <w:szCs w:val="24"/>
              </w:rPr>
              <w:t xml:space="preserve">adekwatne do potrzeb </w:t>
            </w:r>
            <w:r w:rsidR="005B7256" w:rsidRPr="00A37E2E">
              <w:rPr>
                <w:rFonts w:ascii="Times New Roman" w:hAnsi="Times New Roman"/>
                <w:sz w:val="24"/>
                <w:szCs w:val="24"/>
              </w:rPr>
              <w:t>metody, techniki, formy i środki wychowania w</w:t>
            </w:r>
            <w:r w:rsidR="00863E61">
              <w:rPr>
                <w:rFonts w:ascii="Times New Roman" w:hAnsi="Times New Roman"/>
                <w:sz w:val="24"/>
                <w:szCs w:val="24"/>
              </w:rPr>
              <w:t> </w:t>
            </w:r>
            <w:r w:rsidR="005B7256" w:rsidRPr="00A37E2E">
              <w:rPr>
                <w:rFonts w:ascii="Times New Roman" w:hAnsi="Times New Roman"/>
                <w:sz w:val="24"/>
                <w:szCs w:val="24"/>
              </w:rPr>
              <w:t>rodzinie.</w:t>
            </w:r>
          </w:p>
        </w:tc>
        <w:tc>
          <w:tcPr>
            <w:tcW w:w="1865" w:type="dxa"/>
          </w:tcPr>
          <w:p w14:paraId="10A5667A" w14:textId="500B2931" w:rsidR="005B7256" w:rsidRPr="00A37E2E" w:rsidRDefault="00BC6491" w:rsidP="005B725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37E2E">
              <w:rPr>
                <w:b w:val="0"/>
                <w:smallCaps w:val="0"/>
                <w:szCs w:val="24"/>
              </w:rPr>
              <w:t>K_U0</w:t>
            </w:r>
            <w:r w:rsidR="008B6903" w:rsidRPr="00A37E2E">
              <w:rPr>
                <w:b w:val="0"/>
                <w:smallCaps w:val="0"/>
                <w:szCs w:val="24"/>
              </w:rPr>
              <w:t>4</w:t>
            </w:r>
          </w:p>
        </w:tc>
      </w:tr>
      <w:tr w:rsidR="005B7256" w:rsidRPr="00A37E2E" w14:paraId="3B4010E1" w14:textId="77777777" w:rsidTr="005B7256">
        <w:tc>
          <w:tcPr>
            <w:tcW w:w="1681" w:type="dxa"/>
          </w:tcPr>
          <w:p w14:paraId="725B8108" w14:textId="3400AAFF" w:rsidR="005B7256" w:rsidRPr="00A37E2E" w:rsidRDefault="005B7256" w:rsidP="005B725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37E2E">
              <w:rPr>
                <w:b w:val="0"/>
                <w:smallCaps w:val="0"/>
                <w:szCs w:val="24"/>
              </w:rPr>
              <w:t>EK</w:t>
            </w:r>
            <w:r w:rsidRPr="00A37E2E">
              <w:rPr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</w:tcPr>
          <w:p w14:paraId="3B721594" w14:textId="046A34CC" w:rsidR="005B7256" w:rsidRPr="00A37E2E" w:rsidRDefault="00316753" w:rsidP="00863E61">
            <w:pPr>
              <w:pStyle w:val="Bezodstpw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>Zap</w:t>
            </w:r>
            <w:r w:rsidR="005B7256" w:rsidRPr="00A37E2E">
              <w:rPr>
                <w:rFonts w:ascii="Times New Roman" w:hAnsi="Times New Roman"/>
                <w:sz w:val="24"/>
                <w:szCs w:val="24"/>
              </w:rPr>
              <w:t>rojektuje warunki decydujące o skutecznym</w:t>
            </w:r>
            <w:r w:rsidR="00863E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7256" w:rsidRPr="00A37E2E">
              <w:rPr>
                <w:rFonts w:ascii="Times New Roman" w:hAnsi="Times New Roman"/>
                <w:sz w:val="24"/>
                <w:szCs w:val="24"/>
              </w:rPr>
              <w:t xml:space="preserve">wychowaniu w rodzinie. </w:t>
            </w:r>
          </w:p>
        </w:tc>
        <w:tc>
          <w:tcPr>
            <w:tcW w:w="1865" w:type="dxa"/>
          </w:tcPr>
          <w:p w14:paraId="22B2AA68" w14:textId="5D8CD9AE" w:rsidR="005B7256" w:rsidRPr="00A37E2E" w:rsidRDefault="00377063" w:rsidP="005B725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37E2E">
              <w:rPr>
                <w:b w:val="0"/>
                <w:smallCaps w:val="0"/>
                <w:szCs w:val="24"/>
              </w:rPr>
              <w:t>K_U10</w:t>
            </w:r>
          </w:p>
        </w:tc>
      </w:tr>
      <w:tr w:rsidR="005B7256" w:rsidRPr="00A37E2E" w14:paraId="6E842641" w14:textId="77777777" w:rsidTr="005B7256">
        <w:tc>
          <w:tcPr>
            <w:tcW w:w="1681" w:type="dxa"/>
          </w:tcPr>
          <w:p w14:paraId="23D44AF3" w14:textId="35AC822F" w:rsidR="005B7256" w:rsidRPr="00A37E2E" w:rsidRDefault="005B7256" w:rsidP="005B725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37E2E">
              <w:rPr>
                <w:b w:val="0"/>
                <w:smallCaps w:val="0"/>
                <w:szCs w:val="24"/>
              </w:rPr>
              <w:t>EK</w:t>
            </w:r>
            <w:r w:rsidRPr="00A37E2E">
              <w:rPr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4" w:type="dxa"/>
          </w:tcPr>
          <w:p w14:paraId="224C237F" w14:textId="1E4A62DE" w:rsidR="005B7256" w:rsidRPr="00A37E2E" w:rsidRDefault="00674457" w:rsidP="00863E61">
            <w:pPr>
              <w:pStyle w:val="Bezodstpw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 xml:space="preserve">Skonstruuje </w:t>
            </w:r>
            <w:r w:rsidR="005B7256" w:rsidRPr="00A37E2E">
              <w:rPr>
                <w:rFonts w:ascii="Times New Roman" w:hAnsi="Times New Roman"/>
                <w:sz w:val="24"/>
                <w:szCs w:val="24"/>
              </w:rPr>
              <w:t>propozycję pracy z dzieckiem sprawiającym trudności wychowawcze.</w:t>
            </w:r>
          </w:p>
        </w:tc>
        <w:tc>
          <w:tcPr>
            <w:tcW w:w="1865" w:type="dxa"/>
          </w:tcPr>
          <w:p w14:paraId="5DFA8318" w14:textId="04CB003A" w:rsidR="005B7256" w:rsidRPr="00A37E2E" w:rsidRDefault="00BC6491" w:rsidP="005B725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37E2E">
              <w:rPr>
                <w:b w:val="0"/>
                <w:smallCaps w:val="0"/>
                <w:szCs w:val="24"/>
              </w:rPr>
              <w:t>K_U0</w:t>
            </w:r>
            <w:r w:rsidR="008B6903" w:rsidRPr="00A37E2E">
              <w:rPr>
                <w:b w:val="0"/>
                <w:smallCaps w:val="0"/>
                <w:szCs w:val="24"/>
              </w:rPr>
              <w:t>2</w:t>
            </w:r>
          </w:p>
        </w:tc>
      </w:tr>
      <w:tr w:rsidR="005B7256" w:rsidRPr="00A37E2E" w14:paraId="344145A9" w14:textId="77777777" w:rsidTr="005B7256">
        <w:tc>
          <w:tcPr>
            <w:tcW w:w="1681" w:type="dxa"/>
          </w:tcPr>
          <w:p w14:paraId="5EBC7316" w14:textId="5FA8B6FA" w:rsidR="005B7256" w:rsidRPr="00A37E2E" w:rsidRDefault="005B7256" w:rsidP="005B725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37E2E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7E980D59" w14:textId="66C24529" w:rsidR="005B7256" w:rsidRPr="00A37E2E" w:rsidRDefault="005B7256" w:rsidP="00863E61">
            <w:pPr>
              <w:pStyle w:val="Bezodstpw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>Wyka</w:t>
            </w:r>
            <w:r w:rsidR="00946B00" w:rsidRPr="00A37E2E">
              <w:rPr>
                <w:rFonts w:ascii="Times New Roman" w:hAnsi="Times New Roman"/>
                <w:sz w:val="24"/>
                <w:szCs w:val="24"/>
              </w:rPr>
              <w:t>że</w:t>
            </w:r>
            <w:r w:rsidRPr="00A37E2E">
              <w:rPr>
                <w:rFonts w:ascii="Times New Roman" w:hAnsi="Times New Roman"/>
                <w:sz w:val="24"/>
                <w:szCs w:val="24"/>
              </w:rPr>
              <w:t xml:space="preserve"> ostrożność i odpowiedzialność w formułowaniu ocen i opinii związanych z aktywnością zawodową.</w:t>
            </w:r>
          </w:p>
        </w:tc>
        <w:tc>
          <w:tcPr>
            <w:tcW w:w="1865" w:type="dxa"/>
          </w:tcPr>
          <w:p w14:paraId="084BDDAD" w14:textId="77777777" w:rsidR="009E5084" w:rsidRPr="00A37E2E" w:rsidRDefault="009E5084" w:rsidP="009E5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>K_K03</w:t>
            </w:r>
          </w:p>
          <w:p w14:paraId="2A4500ED" w14:textId="77777777" w:rsidR="005B7256" w:rsidRPr="00A37E2E" w:rsidRDefault="005B7256" w:rsidP="005B725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w14:paraId="57FB9FBE" w14:textId="77777777" w:rsidR="0085747A" w:rsidRPr="00A37E2E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6B2C2FBF" w14:textId="77777777" w:rsidR="0085747A" w:rsidRPr="00A37E2E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A37E2E">
        <w:rPr>
          <w:rFonts w:ascii="Times New Roman" w:hAnsi="Times New Roman"/>
          <w:b/>
          <w:sz w:val="24"/>
          <w:szCs w:val="24"/>
        </w:rPr>
        <w:t>3.3</w:t>
      </w:r>
      <w:r w:rsidR="001D7B54" w:rsidRPr="00A37E2E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A37E2E">
        <w:rPr>
          <w:rFonts w:ascii="Times New Roman" w:hAnsi="Times New Roman"/>
          <w:b/>
          <w:sz w:val="24"/>
          <w:szCs w:val="24"/>
        </w:rPr>
        <w:t>T</w:t>
      </w:r>
      <w:r w:rsidR="001D7B54" w:rsidRPr="00A37E2E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A37E2E">
        <w:rPr>
          <w:rFonts w:ascii="Times New Roman" w:hAnsi="Times New Roman"/>
          <w:sz w:val="24"/>
          <w:szCs w:val="24"/>
        </w:rPr>
        <w:t xml:space="preserve">  </w:t>
      </w:r>
    </w:p>
    <w:p w14:paraId="1930B451" w14:textId="77777777" w:rsidR="0085747A" w:rsidRPr="00A37E2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37E2E">
        <w:rPr>
          <w:rFonts w:ascii="Times New Roman" w:hAnsi="Times New Roman"/>
          <w:sz w:val="24"/>
          <w:szCs w:val="24"/>
        </w:rPr>
        <w:t xml:space="preserve">Problematyka wykładu </w:t>
      </w:r>
    </w:p>
    <w:p w14:paraId="7C8239B3" w14:textId="77777777" w:rsidR="00675843" w:rsidRPr="00A37E2E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37E2E" w14:paraId="4E83B925" w14:textId="77777777" w:rsidTr="00F74C92">
        <w:trPr>
          <w:trHeight w:val="58"/>
        </w:trPr>
        <w:tc>
          <w:tcPr>
            <w:tcW w:w="9520" w:type="dxa"/>
          </w:tcPr>
          <w:p w14:paraId="2AEC83A9" w14:textId="77777777" w:rsidR="0085747A" w:rsidRPr="00A37E2E" w:rsidRDefault="0085747A" w:rsidP="00F25256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lastRenderedPageBreak/>
              <w:t>Treści merytoryczne</w:t>
            </w:r>
          </w:p>
        </w:tc>
      </w:tr>
      <w:tr w:rsidR="00CB14E5" w:rsidRPr="00A37E2E" w14:paraId="1738B42B" w14:textId="77777777" w:rsidTr="00F74C92">
        <w:tc>
          <w:tcPr>
            <w:tcW w:w="9520" w:type="dxa"/>
          </w:tcPr>
          <w:p w14:paraId="2E62969C" w14:textId="5142AA81" w:rsidR="00CB14E5" w:rsidRPr="00A37E2E" w:rsidRDefault="00CB14E5" w:rsidP="00F25256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>Metodologiczna charakterystyka teorii wychowania.</w:t>
            </w:r>
          </w:p>
        </w:tc>
      </w:tr>
      <w:tr w:rsidR="00CB14E5" w:rsidRPr="00A37E2E" w14:paraId="2E5F2512" w14:textId="77777777" w:rsidTr="00F74C92">
        <w:tc>
          <w:tcPr>
            <w:tcW w:w="9520" w:type="dxa"/>
          </w:tcPr>
          <w:p w14:paraId="756492C2" w14:textId="0593E791" w:rsidR="00CB14E5" w:rsidRPr="00A37E2E" w:rsidRDefault="00CB14E5" w:rsidP="00F25256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>Teoria wychowania a dyscypliny podstawowe i dyscypliny pokrewne.</w:t>
            </w:r>
          </w:p>
        </w:tc>
      </w:tr>
      <w:tr w:rsidR="00CB14E5" w:rsidRPr="00A37E2E" w14:paraId="0151BB1F" w14:textId="77777777" w:rsidTr="00F74C92">
        <w:tc>
          <w:tcPr>
            <w:tcW w:w="9520" w:type="dxa"/>
          </w:tcPr>
          <w:p w14:paraId="131E027A" w14:textId="32F48D09" w:rsidR="00CB14E5" w:rsidRPr="00A37E2E" w:rsidRDefault="00B24540" w:rsidP="00F25256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>Struktura procesu wychowania: warstwa aksjologiczna (ideał i cele wychowania</w:t>
            </w:r>
            <w:r w:rsidR="005F5519" w:rsidRPr="00A37E2E">
              <w:rPr>
                <w:rFonts w:ascii="Times New Roman" w:hAnsi="Times New Roman"/>
                <w:sz w:val="24"/>
                <w:szCs w:val="24"/>
              </w:rPr>
              <w:t>, wartości</w:t>
            </w:r>
            <w:r w:rsidRPr="00A37E2E">
              <w:rPr>
                <w:rFonts w:ascii="Times New Roman" w:hAnsi="Times New Roman"/>
                <w:sz w:val="24"/>
                <w:szCs w:val="24"/>
              </w:rPr>
              <w:t>). Źródła wyprowadzania celów wychowania i przemiany w celach wychowania.</w:t>
            </w:r>
          </w:p>
        </w:tc>
      </w:tr>
      <w:tr w:rsidR="00CB14E5" w:rsidRPr="00A37E2E" w14:paraId="6375F10B" w14:textId="77777777" w:rsidTr="00F74C92">
        <w:tc>
          <w:tcPr>
            <w:tcW w:w="9520" w:type="dxa"/>
          </w:tcPr>
          <w:p w14:paraId="4496ACF4" w14:textId="35C5EB9B" w:rsidR="00CB14E5" w:rsidRPr="00A37E2E" w:rsidRDefault="00CB14E5" w:rsidP="00F25256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>Struktura procesu wychowania: warstwa operacyjna.</w:t>
            </w:r>
          </w:p>
        </w:tc>
      </w:tr>
      <w:tr w:rsidR="00CB14E5" w:rsidRPr="00A37E2E" w14:paraId="121CA509" w14:textId="77777777" w:rsidTr="00F74C92">
        <w:tc>
          <w:tcPr>
            <w:tcW w:w="9520" w:type="dxa"/>
          </w:tcPr>
          <w:p w14:paraId="3EAD1C1F" w14:textId="481B5661" w:rsidR="00CB14E5" w:rsidRPr="00A37E2E" w:rsidRDefault="00CB14E5" w:rsidP="00F25256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>Dziedziny wychowania - wychowanie moralne, estetyczne, umysłowe, wychowanie patriotyczne, zdrowotne, religijne i ich realizacja w rodzinie.</w:t>
            </w:r>
          </w:p>
        </w:tc>
      </w:tr>
      <w:tr w:rsidR="00CB14E5" w:rsidRPr="00A37E2E" w14:paraId="7EC79524" w14:textId="77777777" w:rsidTr="00F74C92">
        <w:tc>
          <w:tcPr>
            <w:tcW w:w="9520" w:type="dxa"/>
          </w:tcPr>
          <w:p w14:paraId="6FF40097" w14:textId="5BCD9AC8" w:rsidR="00CB14E5" w:rsidRPr="00A37E2E" w:rsidRDefault="00CB14E5" w:rsidP="00F25256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>Specyfika oraz zasady wychowania w rodzinie.</w:t>
            </w:r>
          </w:p>
        </w:tc>
      </w:tr>
      <w:tr w:rsidR="00CB14E5" w:rsidRPr="00A37E2E" w14:paraId="2CE12887" w14:textId="77777777" w:rsidTr="00F74C92">
        <w:tc>
          <w:tcPr>
            <w:tcW w:w="9520" w:type="dxa"/>
          </w:tcPr>
          <w:p w14:paraId="39EF501D" w14:textId="0ECCC04F" w:rsidR="00CB14E5" w:rsidRPr="00A37E2E" w:rsidRDefault="00CB14E5" w:rsidP="00F25256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>Atmosfera wychowawcza domu rodzinnego.</w:t>
            </w:r>
          </w:p>
        </w:tc>
      </w:tr>
      <w:tr w:rsidR="00CB14E5" w:rsidRPr="00A37E2E" w14:paraId="296DD5F9" w14:textId="77777777" w:rsidTr="00F74C92">
        <w:tc>
          <w:tcPr>
            <w:tcW w:w="9520" w:type="dxa"/>
          </w:tcPr>
          <w:p w14:paraId="54DC7B2A" w14:textId="1D050AC4" w:rsidR="00CB14E5" w:rsidRPr="00A37E2E" w:rsidRDefault="00CB14E5" w:rsidP="00F25256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>Sytuacje wychowawcze jako elementy strukturalne procesów wychowawczych. Wychowanie a samowychowanie, samokształcenie, samorealizacja. Błędy wychowawcze rodziców.</w:t>
            </w:r>
          </w:p>
        </w:tc>
      </w:tr>
      <w:tr w:rsidR="00CB14E5" w:rsidRPr="00A37E2E" w14:paraId="732DE0C4" w14:textId="77777777" w:rsidTr="00F74C92">
        <w:tc>
          <w:tcPr>
            <w:tcW w:w="9520" w:type="dxa"/>
          </w:tcPr>
          <w:p w14:paraId="75B67185" w14:textId="5FFA45D4" w:rsidR="00CB14E5" w:rsidRPr="00A37E2E" w:rsidRDefault="00CB14E5" w:rsidP="00F25256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>Kształtowanie postaw jako cel i rezultat wpływów socjalizacyjnych i wychowawczych.</w:t>
            </w:r>
          </w:p>
        </w:tc>
      </w:tr>
      <w:tr w:rsidR="00CB14E5" w:rsidRPr="00A37E2E" w14:paraId="30AF4E27" w14:textId="77777777" w:rsidTr="00F74C92">
        <w:tc>
          <w:tcPr>
            <w:tcW w:w="9520" w:type="dxa"/>
          </w:tcPr>
          <w:p w14:paraId="4214BD4F" w14:textId="2EC010E7" w:rsidR="00CB14E5" w:rsidRPr="00A37E2E" w:rsidRDefault="00CB14E5" w:rsidP="00F25256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 xml:space="preserve">Wychowanie w XXI wieku wobec potrzeb rodziny. </w:t>
            </w:r>
          </w:p>
        </w:tc>
      </w:tr>
    </w:tbl>
    <w:p w14:paraId="37843B9A" w14:textId="77777777" w:rsidR="0085747A" w:rsidRPr="00A37E2E" w:rsidRDefault="0085747A" w:rsidP="00CB14E5">
      <w:pPr>
        <w:pStyle w:val="Bezodstpw"/>
        <w:rPr>
          <w:rFonts w:ascii="Times New Roman" w:hAnsi="Times New Roman"/>
          <w:sz w:val="24"/>
          <w:szCs w:val="24"/>
        </w:rPr>
      </w:pPr>
    </w:p>
    <w:p w14:paraId="66EF4448" w14:textId="77777777" w:rsidR="0085747A" w:rsidRPr="00A37E2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37E2E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A37E2E">
        <w:rPr>
          <w:rFonts w:ascii="Times New Roman" w:hAnsi="Times New Roman"/>
          <w:sz w:val="24"/>
          <w:szCs w:val="24"/>
        </w:rPr>
        <w:t xml:space="preserve">, </w:t>
      </w:r>
      <w:r w:rsidRPr="00A37E2E">
        <w:rPr>
          <w:rFonts w:ascii="Times New Roman" w:hAnsi="Times New Roman"/>
          <w:sz w:val="24"/>
          <w:szCs w:val="24"/>
        </w:rPr>
        <w:t xml:space="preserve">zajęć praktycznych </w:t>
      </w:r>
    </w:p>
    <w:p w14:paraId="041B7273" w14:textId="77777777" w:rsidR="0085747A" w:rsidRPr="00A37E2E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37E2E" w14:paraId="709CEA7D" w14:textId="77777777" w:rsidTr="005D0506">
        <w:tc>
          <w:tcPr>
            <w:tcW w:w="9520" w:type="dxa"/>
          </w:tcPr>
          <w:p w14:paraId="2C0255A8" w14:textId="77777777" w:rsidR="0085747A" w:rsidRPr="00A37E2E" w:rsidRDefault="0085747A" w:rsidP="000363B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F14668" w:rsidRPr="00A37E2E" w14:paraId="01D1B21E" w14:textId="77777777" w:rsidTr="005D0506">
        <w:tc>
          <w:tcPr>
            <w:tcW w:w="9520" w:type="dxa"/>
          </w:tcPr>
          <w:p w14:paraId="6E886683" w14:textId="74C6AC42" w:rsidR="00F14668" w:rsidRPr="00A37E2E" w:rsidRDefault="00D75144" w:rsidP="00F25256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 xml:space="preserve">Pojęcie wychowania i jego cechy. Wychowanie a socjalizacja, </w:t>
            </w:r>
            <w:proofErr w:type="spellStart"/>
            <w:r w:rsidRPr="00A37E2E">
              <w:rPr>
                <w:rFonts w:ascii="Times New Roman" w:hAnsi="Times New Roman"/>
                <w:sz w:val="24"/>
                <w:szCs w:val="24"/>
              </w:rPr>
              <w:t>inkulturacja</w:t>
            </w:r>
            <w:proofErr w:type="spellEnd"/>
            <w:r w:rsidRPr="00A37E2E">
              <w:rPr>
                <w:rFonts w:ascii="Times New Roman" w:hAnsi="Times New Roman"/>
                <w:sz w:val="24"/>
                <w:szCs w:val="24"/>
              </w:rPr>
              <w:t xml:space="preserve"> i opieka</w:t>
            </w:r>
            <w:r w:rsidR="005F5519" w:rsidRPr="00A37E2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D0506" w:rsidRPr="00A37E2E" w14:paraId="0637B837" w14:textId="77777777" w:rsidTr="005D0506">
        <w:tc>
          <w:tcPr>
            <w:tcW w:w="9520" w:type="dxa"/>
          </w:tcPr>
          <w:p w14:paraId="4EDCC328" w14:textId="6C07E6F8" w:rsidR="005D0506" w:rsidRPr="00A37E2E" w:rsidRDefault="005D0506" w:rsidP="00F25256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>Wychowanie w świetle wybranych koncepcji psychologicznych.</w:t>
            </w:r>
          </w:p>
        </w:tc>
      </w:tr>
      <w:tr w:rsidR="00F14668" w:rsidRPr="00A37E2E" w14:paraId="1528E887" w14:textId="77777777" w:rsidTr="005D0506">
        <w:tc>
          <w:tcPr>
            <w:tcW w:w="9520" w:type="dxa"/>
          </w:tcPr>
          <w:p w14:paraId="7BF5862A" w14:textId="0BE80267" w:rsidR="00F14668" w:rsidRPr="00A37E2E" w:rsidRDefault="00F14668" w:rsidP="00F25256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>Wychowanie w świetle wybranych koncepcji pedagogicznych</w:t>
            </w:r>
            <w:r w:rsidR="00DE2148" w:rsidRPr="00A37E2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D0506" w:rsidRPr="00A37E2E" w14:paraId="5B5C3090" w14:textId="77777777" w:rsidTr="005D0506">
        <w:tc>
          <w:tcPr>
            <w:tcW w:w="9520" w:type="dxa"/>
          </w:tcPr>
          <w:p w14:paraId="22A2D1ED" w14:textId="3FF3152B" w:rsidR="005D0506" w:rsidRPr="00A37E2E" w:rsidRDefault="005D0506" w:rsidP="00F25256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>Rodzina jako środowisko wychowa</w:t>
            </w:r>
            <w:r w:rsidR="00F14668" w:rsidRPr="00A37E2E">
              <w:rPr>
                <w:rFonts w:ascii="Times New Roman" w:hAnsi="Times New Roman"/>
                <w:sz w:val="24"/>
                <w:szCs w:val="24"/>
              </w:rPr>
              <w:t>nia naturalnego</w:t>
            </w:r>
            <w:r w:rsidRPr="00A37E2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D0506" w:rsidRPr="00A37E2E" w14:paraId="2CDCF9CD" w14:textId="77777777" w:rsidTr="005D0506">
        <w:tc>
          <w:tcPr>
            <w:tcW w:w="9520" w:type="dxa"/>
          </w:tcPr>
          <w:p w14:paraId="7ABFD861" w14:textId="17163737" w:rsidR="005D0506" w:rsidRPr="00A37E2E" w:rsidRDefault="00477B78" w:rsidP="00F25256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>Cele wychowania, m</w:t>
            </w:r>
            <w:r w:rsidR="005D0506" w:rsidRPr="00A37E2E">
              <w:rPr>
                <w:rFonts w:ascii="Times New Roman" w:hAnsi="Times New Roman"/>
                <w:sz w:val="24"/>
                <w:szCs w:val="24"/>
              </w:rPr>
              <w:t>etody i techniki</w:t>
            </w:r>
            <w:r w:rsidRPr="00A37E2E">
              <w:rPr>
                <w:rFonts w:ascii="Times New Roman" w:hAnsi="Times New Roman"/>
                <w:sz w:val="24"/>
                <w:szCs w:val="24"/>
              </w:rPr>
              <w:t xml:space="preserve"> oraz</w:t>
            </w:r>
            <w:r w:rsidR="005D0506" w:rsidRPr="00A37E2E">
              <w:rPr>
                <w:rFonts w:ascii="Times New Roman" w:hAnsi="Times New Roman"/>
                <w:sz w:val="24"/>
                <w:szCs w:val="24"/>
              </w:rPr>
              <w:t xml:space="preserve"> formy i środki wychowania w rodzinie.</w:t>
            </w:r>
          </w:p>
        </w:tc>
      </w:tr>
      <w:tr w:rsidR="005D0506" w:rsidRPr="00A37E2E" w14:paraId="5A7E2FAF" w14:textId="77777777" w:rsidTr="005D0506">
        <w:tc>
          <w:tcPr>
            <w:tcW w:w="9520" w:type="dxa"/>
          </w:tcPr>
          <w:p w14:paraId="50EACB18" w14:textId="18621642" w:rsidR="005D0506" w:rsidRPr="00A37E2E" w:rsidRDefault="005D0506" w:rsidP="00F25256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>Szkoła jako środowisko wychowa</w:t>
            </w:r>
            <w:r w:rsidR="00F14668" w:rsidRPr="00A37E2E">
              <w:rPr>
                <w:rFonts w:ascii="Times New Roman" w:hAnsi="Times New Roman"/>
                <w:sz w:val="24"/>
                <w:szCs w:val="24"/>
              </w:rPr>
              <w:t>nia intencjonalnego</w:t>
            </w:r>
            <w:r w:rsidRPr="00A37E2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F14668" w:rsidRPr="00A37E2E" w14:paraId="7012F966" w14:textId="77777777" w:rsidTr="005D0506">
        <w:tc>
          <w:tcPr>
            <w:tcW w:w="9520" w:type="dxa"/>
          </w:tcPr>
          <w:p w14:paraId="49EBA482" w14:textId="49171BDC" w:rsidR="00F14668" w:rsidRPr="00A37E2E" w:rsidRDefault="00F14668" w:rsidP="00F25256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>Współpraca rodziny i szkoły. Klasa szkolna jako grupa społeczna.</w:t>
            </w:r>
          </w:p>
        </w:tc>
      </w:tr>
      <w:tr w:rsidR="005D0506" w:rsidRPr="00A37E2E" w14:paraId="0D50B1E3" w14:textId="77777777" w:rsidTr="005D0506">
        <w:tc>
          <w:tcPr>
            <w:tcW w:w="9520" w:type="dxa"/>
          </w:tcPr>
          <w:p w14:paraId="35F82FDB" w14:textId="5C3285B2" w:rsidR="005D0506" w:rsidRPr="00A37E2E" w:rsidRDefault="005D0506" w:rsidP="00F25256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 xml:space="preserve">Wpływ mediów na rozwój osobowości dzieci i młodzieży. </w:t>
            </w:r>
          </w:p>
        </w:tc>
      </w:tr>
      <w:tr w:rsidR="005D0506" w:rsidRPr="00A37E2E" w14:paraId="02F64539" w14:textId="77777777" w:rsidTr="005D0506">
        <w:tc>
          <w:tcPr>
            <w:tcW w:w="9520" w:type="dxa"/>
          </w:tcPr>
          <w:p w14:paraId="6BC51652" w14:textId="193FD808" w:rsidR="005D0506" w:rsidRPr="00A37E2E" w:rsidRDefault="005D0506" w:rsidP="00F25256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>Trudności wychowawcze – pojęcie, syndromy, przyczyny. Profilaktyka w zakresie trudności wychowawczych i praca z dzieckiem trudnym.</w:t>
            </w:r>
          </w:p>
        </w:tc>
      </w:tr>
      <w:tr w:rsidR="005D0506" w:rsidRPr="00A37E2E" w14:paraId="6E1A66D7" w14:textId="77777777" w:rsidTr="005D0506">
        <w:tc>
          <w:tcPr>
            <w:tcW w:w="9520" w:type="dxa"/>
          </w:tcPr>
          <w:p w14:paraId="38B40B18" w14:textId="414F60A1" w:rsidR="005D0506" w:rsidRPr="00A37E2E" w:rsidRDefault="005D0506" w:rsidP="00F25256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>Psychospołeczne warunki skutecznego wychowania.</w:t>
            </w:r>
          </w:p>
        </w:tc>
      </w:tr>
    </w:tbl>
    <w:p w14:paraId="3467EAFD" w14:textId="77777777" w:rsidR="0085747A" w:rsidRPr="00A37E2E" w:rsidRDefault="0085747A" w:rsidP="000363BA">
      <w:pPr>
        <w:pStyle w:val="Bezodstpw"/>
        <w:rPr>
          <w:rFonts w:ascii="Times New Roman" w:hAnsi="Times New Roman"/>
          <w:sz w:val="24"/>
          <w:szCs w:val="24"/>
        </w:rPr>
      </w:pPr>
    </w:p>
    <w:p w14:paraId="11AECA9F" w14:textId="77777777" w:rsidR="0085747A" w:rsidRPr="00A37E2E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A37E2E">
        <w:rPr>
          <w:smallCaps w:val="0"/>
          <w:szCs w:val="24"/>
        </w:rPr>
        <w:t>3.4 Metody dydaktyczne</w:t>
      </w:r>
      <w:r w:rsidRPr="00A37E2E">
        <w:rPr>
          <w:b w:val="0"/>
          <w:smallCaps w:val="0"/>
          <w:szCs w:val="24"/>
        </w:rPr>
        <w:t xml:space="preserve"> </w:t>
      </w:r>
    </w:p>
    <w:p w14:paraId="55DE85DE" w14:textId="77777777" w:rsidR="00F25256" w:rsidRPr="00A37E2E" w:rsidRDefault="00F25256" w:rsidP="00F25256">
      <w:pPr>
        <w:pStyle w:val="Punktygwne"/>
        <w:spacing w:before="0" w:after="0"/>
        <w:rPr>
          <w:bCs/>
          <w:smallCaps w:val="0"/>
          <w:szCs w:val="24"/>
        </w:rPr>
      </w:pPr>
    </w:p>
    <w:p w14:paraId="756675F6" w14:textId="3D894310" w:rsidR="00F25256" w:rsidRPr="00A37E2E" w:rsidRDefault="00F25256" w:rsidP="00F25256">
      <w:pPr>
        <w:pStyle w:val="Punktygwne"/>
        <w:spacing w:before="0" w:after="0"/>
        <w:rPr>
          <w:bCs/>
          <w:smallCaps w:val="0"/>
          <w:szCs w:val="24"/>
        </w:rPr>
      </w:pPr>
      <w:r w:rsidRPr="00A37E2E">
        <w:rPr>
          <w:bCs/>
          <w:smallCaps w:val="0"/>
          <w:szCs w:val="24"/>
        </w:rPr>
        <w:t>Wykład:</w:t>
      </w:r>
    </w:p>
    <w:p w14:paraId="76C85BA5" w14:textId="77777777" w:rsidR="00F25256" w:rsidRPr="00A37E2E" w:rsidRDefault="00F25256" w:rsidP="00F252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7E2E">
        <w:rPr>
          <w:rFonts w:ascii="Times New Roman" w:hAnsi="Times New Roman"/>
          <w:sz w:val="24"/>
          <w:szCs w:val="24"/>
        </w:rPr>
        <w:t xml:space="preserve">- wykład  konwersatoryjny z prezentacją multimedialną, opis, objaśnienie; </w:t>
      </w:r>
    </w:p>
    <w:p w14:paraId="7F70BDC0" w14:textId="77777777" w:rsidR="00F25256" w:rsidRPr="00A37E2E" w:rsidRDefault="00F25256" w:rsidP="00F252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2C75D9" w14:textId="77777777" w:rsidR="00F25256" w:rsidRPr="00A37E2E" w:rsidRDefault="00F25256" w:rsidP="00F2525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37E2E">
        <w:rPr>
          <w:rFonts w:ascii="Times New Roman" w:hAnsi="Times New Roman"/>
          <w:b/>
          <w:bCs/>
          <w:sz w:val="24"/>
          <w:szCs w:val="24"/>
        </w:rPr>
        <w:t>Ćwiczenia:</w:t>
      </w:r>
    </w:p>
    <w:p w14:paraId="7BB1CC7C" w14:textId="77777777" w:rsidR="00F25256" w:rsidRPr="00A37E2E" w:rsidRDefault="00F25256" w:rsidP="00F2525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37E2E">
        <w:rPr>
          <w:rFonts w:ascii="Times New Roman" w:hAnsi="Times New Roman"/>
          <w:sz w:val="24"/>
          <w:szCs w:val="24"/>
        </w:rPr>
        <w:t xml:space="preserve">- analiza tekstów z dyskusją; praca w grupach (rozwiązywanie zadań, dyskusja); </w:t>
      </w:r>
    </w:p>
    <w:p w14:paraId="6EFEBC43" w14:textId="77777777" w:rsidR="00F25256" w:rsidRPr="00A37E2E" w:rsidRDefault="00F25256" w:rsidP="00F25256">
      <w:pPr>
        <w:spacing w:after="0"/>
        <w:jc w:val="both"/>
        <w:rPr>
          <w:rFonts w:ascii="Times New Roman" w:hAnsi="Times New Roman"/>
          <w:smallCaps/>
          <w:szCs w:val="24"/>
        </w:rPr>
      </w:pPr>
      <w:r w:rsidRPr="00A37E2E">
        <w:rPr>
          <w:rFonts w:ascii="Times New Roman" w:hAnsi="Times New Roman"/>
          <w:sz w:val="24"/>
          <w:szCs w:val="24"/>
        </w:rPr>
        <w:t>- metody praktyczne: pokaz z objaśnieniem, praca projektowa.</w:t>
      </w:r>
    </w:p>
    <w:p w14:paraId="6A2DC270" w14:textId="77777777" w:rsidR="0085747A" w:rsidRPr="00A37E2E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3B172D1A" w14:textId="108180F2" w:rsidR="0085747A" w:rsidRPr="00A37E2E" w:rsidRDefault="00863E61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>
        <w:rPr>
          <w:smallCaps w:val="0"/>
          <w:szCs w:val="24"/>
        </w:rPr>
        <w:br w:type="column"/>
      </w:r>
      <w:r w:rsidR="00C61DC5" w:rsidRPr="00A37E2E">
        <w:rPr>
          <w:smallCaps w:val="0"/>
          <w:szCs w:val="24"/>
        </w:rPr>
        <w:lastRenderedPageBreak/>
        <w:t xml:space="preserve">4. </w:t>
      </w:r>
      <w:r w:rsidR="0085747A" w:rsidRPr="00A37E2E">
        <w:rPr>
          <w:smallCaps w:val="0"/>
          <w:szCs w:val="24"/>
        </w:rPr>
        <w:t>METODY I KRYTERIA OCENY</w:t>
      </w:r>
      <w:r w:rsidR="009F4610" w:rsidRPr="00A37E2E">
        <w:rPr>
          <w:smallCaps w:val="0"/>
          <w:szCs w:val="24"/>
        </w:rPr>
        <w:t xml:space="preserve"> </w:t>
      </w:r>
    </w:p>
    <w:p w14:paraId="254093F4" w14:textId="77777777" w:rsidR="00DD069B" w:rsidRPr="00A37E2E" w:rsidRDefault="00DD069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7ECD72E4" w14:textId="77777777" w:rsidR="0085747A" w:rsidRPr="00A37E2E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A37E2E">
        <w:rPr>
          <w:smallCaps w:val="0"/>
          <w:szCs w:val="24"/>
        </w:rPr>
        <w:t xml:space="preserve">4.1 Sposoby weryfikacji efektów </w:t>
      </w:r>
      <w:r w:rsidR="00C05F44" w:rsidRPr="00A37E2E">
        <w:rPr>
          <w:smallCaps w:val="0"/>
          <w:szCs w:val="24"/>
        </w:rPr>
        <w:t>uczenia się</w:t>
      </w:r>
    </w:p>
    <w:p w14:paraId="2ABD8214" w14:textId="77777777" w:rsidR="0085747A" w:rsidRPr="00A37E2E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37E2E" w14:paraId="261BAE23" w14:textId="77777777" w:rsidTr="002A4F3B">
        <w:tc>
          <w:tcPr>
            <w:tcW w:w="1962" w:type="dxa"/>
            <w:vAlign w:val="center"/>
          </w:tcPr>
          <w:p w14:paraId="4333FD60" w14:textId="77777777" w:rsidR="0085747A" w:rsidRPr="00A37E2E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37E2E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C8C29FC" w14:textId="524702CB" w:rsidR="0085747A" w:rsidRPr="00A37E2E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A37E2E">
              <w:rPr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863E61" w:rsidRPr="00A37E2E">
              <w:rPr>
                <w:b w:val="0"/>
                <w:smallCaps w:val="0"/>
                <w:color w:val="000000"/>
                <w:szCs w:val="24"/>
              </w:rPr>
              <w:t>się</w:t>
            </w:r>
          </w:p>
          <w:p w14:paraId="683387C7" w14:textId="77777777" w:rsidR="0085747A" w:rsidRPr="00A37E2E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37E2E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A37E2E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BECD854" w14:textId="77777777" w:rsidR="00923D7D" w:rsidRPr="00A37E2E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37E2E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6833CBBB" w14:textId="0942F925" w:rsidR="0085747A" w:rsidRPr="00A37E2E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37E2E">
              <w:rPr>
                <w:b w:val="0"/>
                <w:smallCaps w:val="0"/>
                <w:szCs w:val="24"/>
              </w:rPr>
              <w:t>(w, ćw</w:t>
            </w:r>
            <w:r w:rsidR="00863E61">
              <w:rPr>
                <w:b w:val="0"/>
                <w:smallCaps w:val="0"/>
                <w:szCs w:val="24"/>
              </w:rPr>
              <w:t>.</w:t>
            </w:r>
            <w:r w:rsidRPr="00A37E2E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2A4F3B" w:rsidRPr="00A37E2E" w14:paraId="744F0EFD" w14:textId="77777777" w:rsidTr="002A4F3B">
        <w:tc>
          <w:tcPr>
            <w:tcW w:w="1962" w:type="dxa"/>
          </w:tcPr>
          <w:p w14:paraId="0EF42918" w14:textId="3FB8C7C4" w:rsidR="002A4F3B" w:rsidRPr="00A37E2E" w:rsidRDefault="002A4F3B" w:rsidP="002A4F3B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A37E2E">
              <w:rPr>
                <w:b w:val="0"/>
                <w:smallCaps w:val="0"/>
                <w:color w:val="00000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7D92FEC" w14:textId="28F983A1" w:rsidR="002A4F3B" w:rsidRPr="00A37E2E" w:rsidRDefault="002A4F3B" w:rsidP="002A4F3B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A37E2E">
              <w:rPr>
                <w:b w:val="0"/>
                <w:smallCaps w:val="0"/>
                <w:color w:val="000000"/>
                <w:szCs w:val="24"/>
              </w:rPr>
              <w:t>kolokwium, aktywność na zajęciach, egzamin</w:t>
            </w:r>
          </w:p>
        </w:tc>
        <w:tc>
          <w:tcPr>
            <w:tcW w:w="2117" w:type="dxa"/>
          </w:tcPr>
          <w:p w14:paraId="72103F08" w14:textId="073B78D4" w:rsidR="002A4F3B" w:rsidRPr="00A37E2E" w:rsidRDefault="002A4F3B" w:rsidP="002A4F3B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A37E2E">
              <w:rPr>
                <w:b w:val="0"/>
                <w:smallCaps w:val="0"/>
                <w:color w:val="000000"/>
                <w:szCs w:val="24"/>
              </w:rPr>
              <w:t>w, ćw.</w:t>
            </w:r>
          </w:p>
        </w:tc>
      </w:tr>
      <w:tr w:rsidR="002A4F3B" w:rsidRPr="00A37E2E" w14:paraId="50E11D64" w14:textId="77777777" w:rsidTr="002A4F3B">
        <w:tc>
          <w:tcPr>
            <w:tcW w:w="1962" w:type="dxa"/>
          </w:tcPr>
          <w:p w14:paraId="17FEEE22" w14:textId="0F971F7B" w:rsidR="002A4F3B" w:rsidRPr="00A37E2E" w:rsidRDefault="002A4F3B" w:rsidP="002A4F3B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A37E2E">
              <w:rPr>
                <w:b w:val="0"/>
                <w:smallCaps w:val="0"/>
                <w:color w:val="000000"/>
                <w:szCs w:val="24"/>
              </w:rPr>
              <w:t>EK</w:t>
            </w:r>
            <w:r w:rsidRPr="00A37E2E">
              <w:rPr>
                <w:b w:val="0"/>
                <w:smallCaps w:val="0"/>
                <w:color w:val="000000"/>
                <w:szCs w:val="24"/>
              </w:rPr>
              <w:softHyphen/>
              <w:t>_02</w:t>
            </w:r>
          </w:p>
        </w:tc>
        <w:tc>
          <w:tcPr>
            <w:tcW w:w="5441" w:type="dxa"/>
          </w:tcPr>
          <w:p w14:paraId="2A024952" w14:textId="339F6995" w:rsidR="002A4F3B" w:rsidRPr="00A37E2E" w:rsidRDefault="002A4F3B" w:rsidP="002A4F3B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A37E2E">
              <w:rPr>
                <w:b w:val="0"/>
                <w:smallCaps w:val="0"/>
                <w:color w:val="000000"/>
                <w:szCs w:val="24"/>
              </w:rPr>
              <w:t>kolokwium, aktywność na zajęciach, egzamin</w:t>
            </w:r>
          </w:p>
        </w:tc>
        <w:tc>
          <w:tcPr>
            <w:tcW w:w="2117" w:type="dxa"/>
          </w:tcPr>
          <w:p w14:paraId="34C3A6C2" w14:textId="05A23FF1" w:rsidR="002A4F3B" w:rsidRPr="00A37E2E" w:rsidRDefault="002A4F3B" w:rsidP="002A4F3B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A37E2E">
              <w:rPr>
                <w:b w:val="0"/>
                <w:smallCaps w:val="0"/>
                <w:color w:val="000000"/>
                <w:szCs w:val="24"/>
              </w:rPr>
              <w:t>w, ćw.</w:t>
            </w:r>
          </w:p>
        </w:tc>
      </w:tr>
      <w:tr w:rsidR="002A4F3B" w:rsidRPr="00A37E2E" w14:paraId="0151ACFA" w14:textId="77777777" w:rsidTr="002A4F3B">
        <w:tc>
          <w:tcPr>
            <w:tcW w:w="1962" w:type="dxa"/>
          </w:tcPr>
          <w:p w14:paraId="0A95B700" w14:textId="3C7BA69D" w:rsidR="002A4F3B" w:rsidRPr="00A37E2E" w:rsidRDefault="002A4F3B" w:rsidP="002A4F3B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A37E2E">
              <w:rPr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441" w:type="dxa"/>
          </w:tcPr>
          <w:p w14:paraId="2C9A28C8" w14:textId="6EB3B95D" w:rsidR="002A4F3B" w:rsidRPr="00A37E2E" w:rsidRDefault="002A4F3B" w:rsidP="002A4F3B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A37E2E">
              <w:rPr>
                <w:b w:val="0"/>
                <w:smallCaps w:val="0"/>
                <w:color w:val="000000"/>
                <w:szCs w:val="24"/>
              </w:rPr>
              <w:t>kolokwium, aktywność na zajęciach, egzamin</w:t>
            </w:r>
          </w:p>
        </w:tc>
        <w:tc>
          <w:tcPr>
            <w:tcW w:w="2117" w:type="dxa"/>
          </w:tcPr>
          <w:p w14:paraId="311B59D2" w14:textId="7FDB06F0" w:rsidR="002A4F3B" w:rsidRPr="00A37E2E" w:rsidRDefault="002A4F3B" w:rsidP="002A4F3B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A37E2E">
              <w:rPr>
                <w:b w:val="0"/>
                <w:smallCaps w:val="0"/>
                <w:color w:val="000000"/>
                <w:szCs w:val="24"/>
              </w:rPr>
              <w:t xml:space="preserve"> ćw.</w:t>
            </w:r>
          </w:p>
        </w:tc>
      </w:tr>
      <w:tr w:rsidR="002A4F3B" w:rsidRPr="00A37E2E" w14:paraId="07D614E0" w14:textId="77777777" w:rsidTr="002A4F3B">
        <w:tc>
          <w:tcPr>
            <w:tcW w:w="1962" w:type="dxa"/>
          </w:tcPr>
          <w:p w14:paraId="48F6E711" w14:textId="10A62398" w:rsidR="002A4F3B" w:rsidRPr="00A37E2E" w:rsidRDefault="002A4F3B" w:rsidP="002A4F3B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A37E2E">
              <w:rPr>
                <w:b w:val="0"/>
                <w:smallCaps w:val="0"/>
                <w:color w:val="000000"/>
                <w:szCs w:val="24"/>
              </w:rPr>
              <w:t>EK</w:t>
            </w:r>
            <w:r w:rsidRPr="00A37E2E">
              <w:rPr>
                <w:b w:val="0"/>
                <w:smallCaps w:val="0"/>
                <w:color w:val="000000"/>
                <w:szCs w:val="24"/>
              </w:rPr>
              <w:softHyphen/>
              <w:t>_04</w:t>
            </w:r>
          </w:p>
        </w:tc>
        <w:tc>
          <w:tcPr>
            <w:tcW w:w="5441" w:type="dxa"/>
          </w:tcPr>
          <w:p w14:paraId="430B4FBE" w14:textId="50B0422E" w:rsidR="002A4F3B" w:rsidRPr="00A37E2E" w:rsidRDefault="002A4F3B" w:rsidP="002A4F3B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A37E2E">
              <w:rPr>
                <w:b w:val="0"/>
                <w:smallCaps w:val="0"/>
                <w:color w:val="000000"/>
                <w:szCs w:val="24"/>
              </w:rPr>
              <w:t>kolokwium, aktywność na zajęciach, egzamin</w:t>
            </w:r>
          </w:p>
        </w:tc>
        <w:tc>
          <w:tcPr>
            <w:tcW w:w="2117" w:type="dxa"/>
          </w:tcPr>
          <w:p w14:paraId="23FEFA53" w14:textId="14E7AEE3" w:rsidR="002A4F3B" w:rsidRPr="00A37E2E" w:rsidRDefault="002A4F3B" w:rsidP="002A4F3B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A37E2E">
              <w:rPr>
                <w:b w:val="0"/>
                <w:smallCaps w:val="0"/>
                <w:color w:val="000000"/>
                <w:szCs w:val="24"/>
              </w:rPr>
              <w:t xml:space="preserve"> ćw.</w:t>
            </w:r>
          </w:p>
        </w:tc>
      </w:tr>
      <w:tr w:rsidR="002A4F3B" w:rsidRPr="00A37E2E" w14:paraId="04746F17" w14:textId="77777777" w:rsidTr="002A4F3B">
        <w:tc>
          <w:tcPr>
            <w:tcW w:w="1962" w:type="dxa"/>
          </w:tcPr>
          <w:p w14:paraId="3AEB9D3B" w14:textId="172CFB95" w:rsidR="002A4F3B" w:rsidRPr="00A37E2E" w:rsidRDefault="002A4F3B" w:rsidP="002A4F3B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A37E2E">
              <w:rPr>
                <w:b w:val="0"/>
                <w:smallCaps w:val="0"/>
                <w:color w:val="000000"/>
                <w:szCs w:val="24"/>
              </w:rPr>
              <w:t>EK_05</w:t>
            </w:r>
          </w:p>
        </w:tc>
        <w:tc>
          <w:tcPr>
            <w:tcW w:w="5441" w:type="dxa"/>
          </w:tcPr>
          <w:p w14:paraId="7BFBC1B0" w14:textId="33BC30B0" w:rsidR="002A4F3B" w:rsidRPr="00A37E2E" w:rsidRDefault="002A4F3B" w:rsidP="002A4F3B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A37E2E">
              <w:rPr>
                <w:b w:val="0"/>
                <w:smallCaps w:val="0"/>
                <w:color w:val="000000"/>
                <w:szCs w:val="24"/>
              </w:rPr>
              <w:t>kolokwium, aktywność na zajęciach, egzamin</w:t>
            </w:r>
          </w:p>
        </w:tc>
        <w:tc>
          <w:tcPr>
            <w:tcW w:w="2117" w:type="dxa"/>
          </w:tcPr>
          <w:p w14:paraId="0442744D" w14:textId="55A49432" w:rsidR="002A4F3B" w:rsidRPr="00A37E2E" w:rsidRDefault="002A4F3B" w:rsidP="002A4F3B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A37E2E">
              <w:rPr>
                <w:b w:val="0"/>
                <w:smallCaps w:val="0"/>
                <w:color w:val="000000"/>
                <w:szCs w:val="24"/>
              </w:rPr>
              <w:t xml:space="preserve"> ćw.</w:t>
            </w:r>
          </w:p>
        </w:tc>
      </w:tr>
      <w:tr w:rsidR="002A4F3B" w:rsidRPr="00A37E2E" w14:paraId="17BAA6F8" w14:textId="77777777" w:rsidTr="002A4F3B">
        <w:tc>
          <w:tcPr>
            <w:tcW w:w="1962" w:type="dxa"/>
          </w:tcPr>
          <w:p w14:paraId="7CC656BE" w14:textId="4454DE5C" w:rsidR="002A4F3B" w:rsidRPr="00A37E2E" w:rsidRDefault="002A4F3B" w:rsidP="002A4F3B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A37E2E">
              <w:rPr>
                <w:b w:val="0"/>
                <w:smallCaps w:val="0"/>
                <w:color w:val="000000"/>
                <w:szCs w:val="24"/>
              </w:rPr>
              <w:t>EK_0</w:t>
            </w:r>
            <w:r w:rsidR="00F50579" w:rsidRPr="00A37E2E">
              <w:rPr>
                <w:b w:val="0"/>
                <w:smallCaps w:val="0"/>
                <w:color w:val="000000"/>
                <w:szCs w:val="24"/>
              </w:rPr>
              <w:t>6</w:t>
            </w:r>
          </w:p>
        </w:tc>
        <w:tc>
          <w:tcPr>
            <w:tcW w:w="5441" w:type="dxa"/>
          </w:tcPr>
          <w:p w14:paraId="5FFAA9BD" w14:textId="695CBA49" w:rsidR="002A4F3B" w:rsidRPr="00A37E2E" w:rsidRDefault="003A257B" w:rsidP="003A257B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A37E2E">
              <w:rPr>
                <w:b w:val="0"/>
                <w:smallCaps w:val="0"/>
                <w:color w:val="000000"/>
                <w:szCs w:val="24"/>
              </w:rPr>
              <w:t xml:space="preserve">       </w:t>
            </w:r>
            <w:r w:rsidR="002A4F3B" w:rsidRPr="00A37E2E">
              <w:rPr>
                <w:b w:val="0"/>
                <w:smallCaps w:val="0"/>
                <w:color w:val="000000"/>
                <w:szCs w:val="24"/>
              </w:rPr>
              <w:t>aktywność na zajęciach</w:t>
            </w:r>
          </w:p>
        </w:tc>
        <w:tc>
          <w:tcPr>
            <w:tcW w:w="2117" w:type="dxa"/>
          </w:tcPr>
          <w:p w14:paraId="2E4E9519" w14:textId="3432CA17" w:rsidR="002A4F3B" w:rsidRPr="00A37E2E" w:rsidRDefault="002A4F3B" w:rsidP="002A4F3B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A37E2E">
              <w:rPr>
                <w:b w:val="0"/>
                <w:smallCaps w:val="0"/>
                <w:color w:val="000000"/>
                <w:szCs w:val="24"/>
              </w:rPr>
              <w:t>w, ćw.</w:t>
            </w:r>
          </w:p>
        </w:tc>
      </w:tr>
    </w:tbl>
    <w:p w14:paraId="6401AFE7" w14:textId="77777777" w:rsidR="003A257B" w:rsidRPr="00A37E2E" w:rsidRDefault="003A257B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14:paraId="6FFC79AC" w14:textId="58C6F714" w:rsidR="0085747A" w:rsidRPr="00A37E2E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A37E2E">
        <w:rPr>
          <w:smallCaps w:val="0"/>
          <w:szCs w:val="24"/>
        </w:rPr>
        <w:t xml:space="preserve">4.2 </w:t>
      </w:r>
      <w:r w:rsidR="0085747A" w:rsidRPr="00A37E2E">
        <w:rPr>
          <w:smallCaps w:val="0"/>
          <w:szCs w:val="24"/>
        </w:rPr>
        <w:t>Warunki zaliczenia przedmiotu (kryteria oceniania)</w:t>
      </w:r>
      <w:r w:rsidR="00923D7D" w:rsidRPr="00A37E2E">
        <w:rPr>
          <w:smallCaps w:val="0"/>
          <w:szCs w:val="24"/>
        </w:rPr>
        <w:t xml:space="preserve"> </w:t>
      </w:r>
    </w:p>
    <w:p w14:paraId="43D4B8EA" w14:textId="77777777" w:rsidR="00923D7D" w:rsidRPr="00A37E2E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37E2E" w14:paraId="77DED923" w14:textId="77777777" w:rsidTr="00923D7D">
        <w:tc>
          <w:tcPr>
            <w:tcW w:w="9670" w:type="dxa"/>
          </w:tcPr>
          <w:p w14:paraId="757D1626" w14:textId="77777777" w:rsidR="00492DD8" w:rsidRPr="00A37E2E" w:rsidRDefault="00492DD8" w:rsidP="00492DD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 zaliczenie ćwiczeń</w:t>
            </w:r>
            <w:r w:rsidRPr="00A37E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zaliczenie kolokwium semestralnego,  obecność i aktywność na zajęciach, zaliczenie nieobecności;</w:t>
            </w:r>
          </w:p>
          <w:p w14:paraId="308BA251" w14:textId="71287817" w:rsidR="0085747A" w:rsidRPr="00863E61" w:rsidRDefault="00492DD8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A37E2E">
              <w:rPr>
                <w:bCs/>
                <w:smallCaps w:val="0"/>
                <w:color w:val="000000"/>
                <w:szCs w:val="24"/>
              </w:rPr>
              <w:t xml:space="preserve"> 2.  egzamin pisemny z 3 pytaniami otwartymi</w:t>
            </w:r>
            <w:r w:rsidRPr="00A37E2E">
              <w:rPr>
                <w:b w:val="0"/>
                <w:smallCaps w:val="0"/>
                <w:color w:val="000000"/>
                <w:szCs w:val="24"/>
              </w:rPr>
              <w:t xml:space="preserve"> – obejmujący treści kształcenia realizowan</w:t>
            </w:r>
            <w:r w:rsidR="006B7A7D" w:rsidRPr="00A37E2E">
              <w:rPr>
                <w:b w:val="0"/>
                <w:smallCaps w:val="0"/>
                <w:color w:val="000000"/>
                <w:szCs w:val="24"/>
              </w:rPr>
              <w:t>e</w:t>
            </w:r>
            <w:r w:rsidRPr="00A37E2E">
              <w:rPr>
                <w:b w:val="0"/>
                <w:smallCaps w:val="0"/>
                <w:color w:val="000000"/>
                <w:szCs w:val="24"/>
              </w:rPr>
              <w:t xml:space="preserve"> na wykładach i ćwiczeniach w ciągu całego semestru.</w:t>
            </w:r>
          </w:p>
        </w:tc>
      </w:tr>
    </w:tbl>
    <w:p w14:paraId="3B3CFA24" w14:textId="77777777" w:rsidR="0085747A" w:rsidRPr="00A37E2E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2D551C9C" w14:textId="1FAE40FF" w:rsidR="009F4610" w:rsidRPr="00A37E2E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A37E2E">
        <w:rPr>
          <w:rFonts w:ascii="Times New Roman" w:hAnsi="Times New Roman"/>
          <w:b/>
          <w:sz w:val="24"/>
          <w:szCs w:val="24"/>
        </w:rPr>
        <w:t>5.</w:t>
      </w:r>
      <w:r w:rsidR="00863E61">
        <w:rPr>
          <w:rFonts w:ascii="Times New Roman" w:hAnsi="Times New Roman"/>
          <w:b/>
          <w:sz w:val="24"/>
          <w:szCs w:val="24"/>
        </w:rPr>
        <w:tab/>
      </w:r>
      <w:r w:rsidR="00C61DC5" w:rsidRPr="00A37E2E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53744DE" w14:textId="77777777" w:rsidR="0085747A" w:rsidRPr="00A37E2E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4530"/>
      </w:tblGrid>
      <w:tr w:rsidR="0085747A" w:rsidRPr="00A37E2E" w14:paraId="0178E91F" w14:textId="77777777" w:rsidTr="00863E61">
        <w:tc>
          <w:tcPr>
            <w:tcW w:w="4990" w:type="dxa"/>
            <w:vAlign w:val="center"/>
          </w:tcPr>
          <w:p w14:paraId="2459DB55" w14:textId="77777777" w:rsidR="0085747A" w:rsidRPr="00A37E2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E2E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A37E2E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A37E2E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530" w:type="dxa"/>
            <w:vAlign w:val="center"/>
          </w:tcPr>
          <w:p w14:paraId="264007D3" w14:textId="77777777" w:rsidR="0085747A" w:rsidRPr="00A37E2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E2E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A37E2E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A37E2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37E2E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37E2E" w14:paraId="28308131" w14:textId="77777777" w:rsidTr="00863E61">
        <w:tc>
          <w:tcPr>
            <w:tcW w:w="4990" w:type="dxa"/>
          </w:tcPr>
          <w:p w14:paraId="1693F7F9" w14:textId="77777777" w:rsidR="0085747A" w:rsidRPr="00A37E2E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color w:val="000000"/>
                <w:sz w:val="24"/>
                <w:szCs w:val="24"/>
              </w:rPr>
              <w:t>G</w:t>
            </w:r>
            <w:r w:rsidR="0085747A" w:rsidRPr="00A37E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odziny </w:t>
            </w:r>
            <w:r w:rsidRPr="00A37E2E">
              <w:rPr>
                <w:rFonts w:ascii="Times New Roman" w:hAnsi="Times New Roman"/>
                <w:color w:val="000000"/>
                <w:sz w:val="24"/>
                <w:szCs w:val="24"/>
              </w:rPr>
              <w:t>kontaktowe</w:t>
            </w:r>
            <w:r w:rsidR="0085747A" w:rsidRPr="00A37E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w</w:t>
            </w:r>
            <w:r w:rsidRPr="00A37E2E">
              <w:rPr>
                <w:rFonts w:ascii="Times New Roman" w:hAnsi="Times New Roman"/>
                <w:color w:val="000000"/>
                <w:sz w:val="24"/>
                <w:szCs w:val="24"/>
              </w:rPr>
              <w:t>ynikające</w:t>
            </w:r>
            <w:r w:rsidR="0085747A" w:rsidRPr="00A37E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</w:t>
            </w:r>
            <w:r w:rsidR="009C1331" w:rsidRPr="00A37E2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45729E" w:rsidRPr="00A37E2E">
              <w:rPr>
                <w:rFonts w:ascii="Times New Roman" w:hAnsi="Times New Roman"/>
                <w:color w:val="000000"/>
                <w:sz w:val="24"/>
                <w:szCs w:val="24"/>
              </w:rPr>
              <w:t>harmonogramu</w:t>
            </w:r>
            <w:r w:rsidR="0085747A" w:rsidRPr="00A37E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7E2E">
              <w:rPr>
                <w:rFonts w:ascii="Times New Roman" w:hAnsi="Times New Roman"/>
                <w:color w:val="000000"/>
                <w:sz w:val="24"/>
                <w:szCs w:val="24"/>
              </w:rPr>
              <w:t>studiów</w:t>
            </w:r>
            <w:r w:rsidR="0045729E" w:rsidRPr="00A37E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30" w:type="dxa"/>
          </w:tcPr>
          <w:p w14:paraId="459CB74B" w14:textId="21F1747D" w:rsidR="0085747A" w:rsidRPr="00863E61" w:rsidRDefault="00D44EBB" w:rsidP="00BA7A7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63E6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</w:t>
            </w:r>
          </w:p>
        </w:tc>
      </w:tr>
      <w:tr w:rsidR="00C61DC5" w:rsidRPr="00A37E2E" w14:paraId="402E8ED9" w14:textId="77777777" w:rsidTr="00863E61">
        <w:tc>
          <w:tcPr>
            <w:tcW w:w="4990" w:type="dxa"/>
          </w:tcPr>
          <w:p w14:paraId="67D8F4CA" w14:textId="77777777" w:rsidR="00C61DC5" w:rsidRPr="00A37E2E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color w:val="000000"/>
                <w:sz w:val="24"/>
                <w:szCs w:val="24"/>
              </w:rPr>
              <w:t>Inne z udziałem nauczyciela</w:t>
            </w:r>
            <w:r w:rsidR="0045729E" w:rsidRPr="00A37E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akademickiego</w:t>
            </w:r>
          </w:p>
          <w:p w14:paraId="0933C7DF" w14:textId="77777777" w:rsidR="00C61DC5" w:rsidRPr="00A37E2E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color w:val="000000"/>
                <w:sz w:val="24"/>
                <w:szCs w:val="24"/>
              </w:rPr>
              <w:t>(udział w konsultacjach, egzaminie)</w:t>
            </w:r>
          </w:p>
        </w:tc>
        <w:tc>
          <w:tcPr>
            <w:tcW w:w="4530" w:type="dxa"/>
          </w:tcPr>
          <w:p w14:paraId="22876B5D" w14:textId="470EAEE9" w:rsidR="00C61DC5" w:rsidRPr="00A37E2E" w:rsidRDefault="00D44EBB" w:rsidP="00BA7A7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C61DC5" w:rsidRPr="00A37E2E" w14:paraId="4822F263" w14:textId="77777777" w:rsidTr="00863E61">
        <w:tc>
          <w:tcPr>
            <w:tcW w:w="4990" w:type="dxa"/>
          </w:tcPr>
          <w:p w14:paraId="552B0049" w14:textId="6B31D90E" w:rsidR="0071620A" w:rsidRPr="00A37E2E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color w:val="000000"/>
                <w:sz w:val="24"/>
                <w:szCs w:val="24"/>
              </w:rPr>
              <w:t>Godziny niekontaktowe – praca własna studenta</w:t>
            </w:r>
            <w:r w:rsidR="00D44EBB" w:rsidRPr="00A37E2E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14:paraId="6DB6C81C" w14:textId="4C1F2CD4" w:rsidR="00C61DC5" w:rsidRPr="00A37E2E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color w:val="000000"/>
                <w:sz w:val="24"/>
                <w:szCs w:val="24"/>
              </w:rPr>
              <w:t>(przygotowanie do zajęć</w:t>
            </w:r>
            <w:r w:rsidR="00464875" w:rsidRPr="00A37E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ćwiczeniowych</w:t>
            </w:r>
            <w:r w:rsidRPr="00A37E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D44EBB" w:rsidRPr="00A37E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przygotowanie do kolokwium, </w:t>
            </w:r>
            <w:r w:rsidRPr="00A37E2E">
              <w:rPr>
                <w:rFonts w:ascii="Times New Roman" w:hAnsi="Times New Roman"/>
                <w:color w:val="000000"/>
                <w:sz w:val="24"/>
                <w:szCs w:val="24"/>
              </w:rPr>
              <w:t>egzaminu)</w:t>
            </w:r>
          </w:p>
        </w:tc>
        <w:tc>
          <w:tcPr>
            <w:tcW w:w="4530" w:type="dxa"/>
          </w:tcPr>
          <w:p w14:paraId="1827C0FA" w14:textId="3E84E447" w:rsidR="00C61DC5" w:rsidRPr="00A37E2E" w:rsidRDefault="00330C28" w:rsidP="00BA7A7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</w:tr>
      <w:tr w:rsidR="0085747A" w:rsidRPr="00A37E2E" w14:paraId="16BD0510" w14:textId="77777777" w:rsidTr="00863E61">
        <w:tc>
          <w:tcPr>
            <w:tcW w:w="4990" w:type="dxa"/>
          </w:tcPr>
          <w:p w14:paraId="7FB9A94F" w14:textId="77777777" w:rsidR="0085747A" w:rsidRPr="00A37E2E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color w:val="000000"/>
                <w:sz w:val="24"/>
                <w:szCs w:val="24"/>
              </w:rPr>
              <w:t>SUMA GODZIN</w:t>
            </w:r>
          </w:p>
        </w:tc>
        <w:tc>
          <w:tcPr>
            <w:tcW w:w="4530" w:type="dxa"/>
          </w:tcPr>
          <w:p w14:paraId="10A14ABE" w14:textId="01BB0B17" w:rsidR="0085747A" w:rsidRPr="00A37E2E" w:rsidRDefault="00A7398D" w:rsidP="00BA7A7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</w:tr>
      <w:tr w:rsidR="0085747A" w:rsidRPr="00A37E2E" w14:paraId="4F230AA0" w14:textId="77777777" w:rsidTr="00863E61">
        <w:tc>
          <w:tcPr>
            <w:tcW w:w="4990" w:type="dxa"/>
          </w:tcPr>
          <w:p w14:paraId="6C77E677" w14:textId="77777777" w:rsidR="0085747A" w:rsidRPr="00A37E2E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37E2E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0" w:type="dxa"/>
          </w:tcPr>
          <w:p w14:paraId="4ED15126" w14:textId="77777777" w:rsidR="0085747A" w:rsidRPr="00863E61" w:rsidRDefault="00761BA7" w:rsidP="00BA7A7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3E6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</w:tbl>
    <w:p w14:paraId="0E5B8494" w14:textId="77777777" w:rsidR="0085747A" w:rsidRPr="00A37E2E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A37E2E">
        <w:rPr>
          <w:b w:val="0"/>
          <w:i/>
          <w:smallCaps w:val="0"/>
          <w:szCs w:val="24"/>
        </w:rPr>
        <w:t xml:space="preserve">* </w:t>
      </w:r>
      <w:r w:rsidR="00C61DC5" w:rsidRPr="00A37E2E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7F9DD2F" w14:textId="77777777" w:rsidR="003E1941" w:rsidRPr="00A37E2E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7A72F7C" w14:textId="77777777" w:rsidR="0085747A" w:rsidRPr="00A37E2E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A37E2E">
        <w:rPr>
          <w:smallCaps w:val="0"/>
          <w:szCs w:val="24"/>
        </w:rPr>
        <w:t xml:space="preserve">6. </w:t>
      </w:r>
      <w:r w:rsidR="0085747A" w:rsidRPr="00A37E2E">
        <w:rPr>
          <w:smallCaps w:val="0"/>
          <w:szCs w:val="24"/>
        </w:rPr>
        <w:t>PRAKTYKI ZAWO</w:t>
      </w:r>
      <w:r w:rsidR="009C1331" w:rsidRPr="00A37E2E">
        <w:rPr>
          <w:smallCaps w:val="0"/>
          <w:szCs w:val="24"/>
        </w:rPr>
        <w:t>DOWE W RAMACH PRZEDMIOTU</w:t>
      </w:r>
    </w:p>
    <w:p w14:paraId="63D598F6" w14:textId="77777777" w:rsidR="0085747A" w:rsidRPr="00A37E2E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37E2E" w14:paraId="2F020561" w14:textId="77777777" w:rsidTr="00863E61">
        <w:trPr>
          <w:trHeight w:val="397"/>
        </w:trPr>
        <w:tc>
          <w:tcPr>
            <w:tcW w:w="3544" w:type="dxa"/>
          </w:tcPr>
          <w:p w14:paraId="145A0B62" w14:textId="77777777" w:rsidR="0085747A" w:rsidRPr="00A37E2E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37E2E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D73654C" w14:textId="77777777" w:rsidR="0085747A" w:rsidRPr="00A37E2E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A37E2E"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A37E2E" w14:paraId="218199F8" w14:textId="77777777" w:rsidTr="00863E61">
        <w:trPr>
          <w:trHeight w:val="397"/>
        </w:trPr>
        <w:tc>
          <w:tcPr>
            <w:tcW w:w="3544" w:type="dxa"/>
          </w:tcPr>
          <w:p w14:paraId="7B951BDF" w14:textId="77777777" w:rsidR="0085747A" w:rsidRPr="00A37E2E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37E2E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5B3EB6" w14:textId="77777777" w:rsidR="0085747A" w:rsidRPr="00A37E2E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37E2E"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03FC8E5F" w14:textId="77777777" w:rsidR="003E1941" w:rsidRPr="00A37E2E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0AEE8CBC" w14:textId="77777777" w:rsidR="0085747A" w:rsidRPr="00A37E2E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A37E2E">
        <w:rPr>
          <w:smallCaps w:val="0"/>
          <w:szCs w:val="24"/>
        </w:rPr>
        <w:t xml:space="preserve">7. </w:t>
      </w:r>
      <w:r w:rsidR="0085747A" w:rsidRPr="00A37E2E">
        <w:rPr>
          <w:smallCaps w:val="0"/>
          <w:szCs w:val="24"/>
        </w:rPr>
        <w:t>LITERATURA</w:t>
      </w:r>
      <w:r w:rsidRPr="00A37E2E">
        <w:rPr>
          <w:smallCaps w:val="0"/>
          <w:szCs w:val="24"/>
        </w:rPr>
        <w:t xml:space="preserve"> </w:t>
      </w:r>
    </w:p>
    <w:p w14:paraId="7C99C0F0" w14:textId="77777777" w:rsidR="00675843" w:rsidRPr="00A37E2E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A37E2E" w14:paraId="59DEB3DD" w14:textId="77777777" w:rsidTr="00863E61">
        <w:trPr>
          <w:trHeight w:val="397"/>
        </w:trPr>
        <w:tc>
          <w:tcPr>
            <w:tcW w:w="7513" w:type="dxa"/>
          </w:tcPr>
          <w:p w14:paraId="652EBD63" w14:textId="5C4C79B0" w:rsidR="001F5707" w:rsidRDefault="0085747A" w:rsidP="00BA7A70">
            <w:pPr>
              <w:pStyle w:val="Punktygwne"/>
              <w:spacing w:before="0" w:after="0" w:line="276" w:lineRule="auto"/>
              <w:rPr>
                <w:bCs/>
                <w:smallCaps w:val="0"/>
                <w:szCs w:val="24"/>
              </w:rPr>
            </w:pPr>
            <w:r w:rsidRPr="00A37E2E">
              <w:rPr>
                <w:bCs/>
                <w:smallCaps w:val="0"/>
                <w:szCs w:val="24"/>
              </w:rPr>
              <w:t>Literatura podstawowa:</w:t>
            </w:r>
          </w:p>
          <w:p w14:paraId="7CE5384A" w14:textId="77777777" w:rsidR="00863E61" w:rsidRPr="00A37E2E" w:rsidRDefault="00863E61" w:rsidP="00BA7A70">
            <w:pPr>
              <w:pStyle w:val="Punktygwne"/>
              <w:spacing w:before="0" w:after="0" w:line="276" w:lineRule="auto"/>
              <w:rPr>
                <w:bCs/>
                <w:smallCaps w:val="0"/>
                <w:szCs w:val="24"/>
              </w:rPr>
            </w:pPr>
          </w:p>
          <w:p w14:paraId="66272DF2" w14:textId="0F8C59D0" w:rsidR="001F5707" w:rsidRPr="00A37E2E" w:rsidRDefault="00AD18EB" w:rsidP="00BA7A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F5707" w:rsidRPr="00A37E2E">
              <w:rPr>
                <w:rFonts w:ascii="Times New Roman" w:hAnsi="Times New Roman"/>
                <w:sz w:val="24"/>
                <w:szCs w:val="24"/>
              </w:rPr>
              <w:t xml:space="preserve">M. Łobocki, Teoria wychowania w zarysie, </w:t>
            </w:r>
            <w:r w:rsidR="009A6683" w:rsidRPr="00A37E2E">
              <w:rPr>
                <w:rFonts w:ascii="Times New Roman" w:hAnsi="Times New Roman"/>
                <w:sz w:val="24"/>
                <w:szCs w:val="24"/>
              </w:rPr>
              <w:t xml:space="preserve">wyd. Impuls, </w:t>
            </w:r>
            <w:r w:rsidR="001F5707" w:rsidRPr="00A37E2E">
              <w:rPr>
                <w:rFonts w:ascii="Times New Roman" w:hAnsi="Times New Roman"/>
                <w:sz w:val="24"/>
                <w:szCs w:val="24"/>
              </w:rPr>
              <w:t>Kraków 20</w:t>
            </w:r>
            <w:r w:rsidR="00473A82" w:rsidRPr="00A37E2E">
              <w:rPr>
                <w:rFonts w:ascii="Times New Roman" w:hAnsi="Times New Roman"/>
                <w:sz w:val="24"/>
                <w:szCs w:val="24"/>
              </w:rPr>
              <w:t>10</w:t>
            </w:r>
            <w:r w:rsidR="001F5707" w:rsidRPr="00A37E2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DA0555F" w14:textId="18CC4EA9" w:rsidR="001F5707" w:rsidRPr="00A37E2E" w:rsidRDefault="00AD18EB" w:rsidP="00BA7A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1F5707" w:rsidRPr="00A37E2E">
              <w:rPr>
                <w:rFonts w:ascii="Times New Roman" w:hAnsi="Times New Roman"/>
                <w:sz w:val="24"/>
                <w:szCs w:val="24"/>
              </w:rPr>
              <w:t xml:space="preserve">M. Nowak, Teorie i koncepcje wychowania, </w:t>
            </w:r>
            <w:r w:rsidR="001E6949" w:rsidRPr="00A37E2E">
              <w:rPr>
                <w:rFonts w:ascii="Times New Roman" w:hAnsi="Times New Roman"/>
                <w:szCs w:val="24"/>
              </w:rPr>
              <w:t xml:space="preserve">Wydawnictwa Akademickie i Profesorskie </w:t>
            </w:r>
            <w:proofErr w:type="spellStart"/>
            <w:r w:rsidR="001E6949" w:rsidRPr="00A37E2E">
              <w:rPr>
                <w:rFonts w:ascii="Times New Roman" w:hAnsi="Times New Roman"/>
                <w:szCs w:val="24"/>
              </w:rPr>
              <w:t>Łośgraf</w:t>
            </w:r>
            <w:proofErr w:type="spellEnd"/>
            <w:r w:rsidR="001E6949" w:rsidRPr="00A37E2E">
              <w:rPr>
                <w:rFonts w:ascii="Times New Roman" w:hAnsi="Times New Roman"/>
                <w:szCs w:val="24"/>
              </w:rPr>
              <w:t xml:space="preserve">, </w:t>
            </w:r>
            <w:r w:rsidR="001F5707" w:rsidRPr="00A37E2E">
              <w:rPr>
                <w:rFonts w:ascii="Times New Roman" w:hAnsi="Times New Roman"/>
                <w:sz w:val="24"/>
                <w:szCs w:val="24"/>
              </w:rPr>
              <w:t>Warszawa 2008.</w:t>
            </w:r>
            <w:r w:rsidR="001E6949" w:rsidRPr="00A37E2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18BC3AE" w14:textId="0B69DB7A" w:rsidR="001F5707" w:rsidRPr="00A37E2E" w:rsidRDefault="00AD18EB" w:rsidP="00BA7A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1402C" w:rsidRPr="00A37E2E">
              <w:rPr>
                <w:rFonts w:ascii="Times New Roman" w:hAnsi="Times New Roman"/>
                <w:sz w:val="24"/>
                <w:szCs w:val="24"/>
              </w:rPr>
              <w:t>L. Zarzecki, Teo</w:t>
            </w:r>
            <w:r w:rsidR="00BC7CED" w:rsidRPr="00A37E2E">
              <w:rPr>
                <w:rFonts w:ascii="Times New Roman" w:hAnsi="Times New Roman"/>
                <w:sz w:val="24"/>
                <w:szCs w:val="24"/>
              </w:rPr>
              <w:t xml:space="preserve">retyczne podstawy </w:t>
            </w:r>
            <w:r w:rsidR="0071402C" w:rsidRPr="00A37E2E">
              <w:rPr>
                <w:rFonts w:ascii="Times New Roman" w:hAnsi="Times New Roman"/>
                <w:sz w:val="24"/>
                <w:szCs w:val="24"/>
              </w:rPr>
              <w:t xml:space="preserve">wychowania, </w:t>
            </w:r>
            <w:r w:rsidR="00D87E16" w:rsidRPr="00A37E2E">
              <w:rPr>
                <w:rFonts w:ascii="Times New Roman" w:hAnsi="Times New Roman"/>
                <w:sz w:val="24"/>
                <w:szCs w:val="24"/>
              </w:rPr>
              <w:t xml:space="preserve">Karkonoska PSW, </w:t>
            </w:r>
            <w:r w:rsidR="0071402C" w:rsidRPr="00A37E2E">
              <w:rPr>
                <w:rFonts w:ascii="Times New Roman" w:hAnsi="Times New Roman"/>
                <w:sz w:val="24"/>
                <w:szCs w:val="24"/>
              </w:rPr>
              <w:t>Zielona Góra 2012.</w:t>
            </w:r>
          </w:p>
        </w:tc>
      </w:tr>
      <w:tr w:rsidR="0085747A" w:rsidRPr="00A37E2E" w14:paraId="57C3BBB2" w14:textId="77777777" w:rsidTr="00863E61">
        <w:trPr>
          <w:trHeight w:val="397"/>
        </w:trPr>
        <w:tc>
          <w:tcPr>
            <w:tcW w:w="7513" w:type="dxa"/>
          </w:tcPr>
          <w:p w14:paraId="52B8B220" w14:textId="00AD698B" w:rsidR="005F3D0F" w:rsidRDefault="0085747A" w:rsidP="00BA7A70">
            <w:pPr>
              <w:pStyle w:val="Punktygwne"/>
              <w:spacing w:before="0" w:after="0" w:line="276" w:lineRule="auto"/>
              <w:rPr>
                <w:bCs/>
                <w:smallCaps w:val="0"/>
                <w:szCs w:val="24"/>
              </w:rPr>
            </w:pPr>
            <w:r w:rsidRPr="00A37E2E">
              <w:rPr>
                <w:bCs/>
                <w:smallCaps w:val="0"/>
                <w:szCs w:val="24"/>
              </w:rPr>
              <w:lastRenderedPageBreak/>
              <w:t>Literatura uzupełniająca:</w:t>
            </w:r>
          </w:p>
          <w:p w14:paraId="17B6BA50" w14:textId="77777777" w:rsidR="00863E61" w:rsidRPr="00A37E2E" w:rsidRDefault="00863E61" w:rsidP="00BA7A70">
            <w:pPr>
              <w:pStyle w:val="Punktygwne"/>
              <w:spacing w:before="0" w:after="0" w:line="276" w:lineRule="auto"/>
              <w:rPr>
                <w:bCs/>
                <w:smallCaps w:val="0"/>
                <w:szCs w:val="24"/>
              </w:rPr>
            </w:pPr>
          </w:p>
          <w:p w14:paraId="723D8AFF" w14:textId="263C324A" w:rsidR="0085747A" w:rsidRPr="00A37E2E" w:rsidRDefault="00AD18EB" w:rsidP="00BA7A70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A37E2E">
              <w:rPr>
                <w:b w:val="0"/>
                <w:smallCaps w:val="0"/>
                <w:szCs w:val="24"/>
              </w:rPr>
              <w:t xml:space="preserve">- najnowsze publikacje zawarte w czasopismach naukowych podejmujących problematykę wychowania w rodzinie np. „Pedagogika rodziny”; „Społeczeństwo i rodzina”  i innych. </w:t>
            </w:r>
          </w:p>
          <w:p w14:paraId="0D90142F" w14:textId="06643232" w:rsidR="005F3D0F" w:rsidRPr="00A37E2E" w:rsidRDefault="00AD18EB" w:rsidP="00BA7A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F3D0F" w:rsidRPr="00A37E2E">
              <w:rPr>
                <w:rFonts w:ascii="Times New Roman" w:hAnsi="Times New Roman"/>
                <w:sz w:val="24"/>
                <w:szCs w:val="24"/>
              </w:rPr>
              <w:t xml:space="preserve">J. </w:t>
            </w:r>
            <w:proofErr w:type="spellStart"/>
            <w:r w:rsidR="005F3D0F" w:rsidRPr="00A37E2E">
              <w:rPr>
                <w:rFonts w:ascii="Times New Roman" w:hAnsi="Times New Roman"/>
                <w:sz w:val="24"/>
                <w:szCs w:val="24"/>
              </w:rPr>
              <w:t>Brągiel</w:t>
            </w:r>
            <w:proofErr w:type="spellEnd"/>
            <w:r w:rsidR="005F3D0F" w:rsidRPr="00A37E2E">
              <w:rPr>
                <w:rFonts w:ascii="Times New Roman" w:hAnsi="Times New Roman"/>
                <w:sz w:val="24"/>
                <w:szCs w:val="24"/>
              </w:rPr>
              <w:t xml:space="preserve">, B. Górnicka (red.), Rodzicielstwo w kontekście współczesnych przemian społecznych, </w:t>
            </w:r>
            <w:r w:rsidR="001B7F84" w:rsidRPr="00A37E2E">
              <w:rPr>
                <w:rFonts w:ascii="Times New Roman" w:hAnsi="Times New Roman"/>
                <w:sz w:val="24"/>
                <w:szCs w:val="24"/>
              </w:rPr>
              <w:t xml:space="preserve">Wyd. Uniwersytetu Opolskiego, </w:t>
            </w:r>
            <w:r w:rsidR="005F3D0F" w:rsidRPr="00A37E2E">
              <w:rPr>
                <w:rFonts w:ascii="Times New Roman" w:hAnsi="Times New Roman"/>
                <w:sz w:val="24"/>
                <w:szCs w:val="24"/>
              </w:rPr>
              <w:t>Opole 2012.</w:t>
            </w:r>
          </w:p>
          <w:p w14:paraId="5DABC312" w14:textId="16B8848A" w:rsidR="0071402C" w:rsidRPr="00A37E2E" w:rsidRDefault="00AD18EB" w:rsidP="00BA7A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1402C" w:rsidRPr="00A37E2E">
              <w:rPr>
                <w:rFonts w:ascii="Times New Roman" w:hAnsi="Times New Roman"/>
                <w:sz w:val="24"/>
                <w:szCs w:val="24"/>
              </w:rPr>
              <w:t xml:space="preserve">Z. Frączek, B. Lulek, Wprowadzenie do pedagogiki rodziny, </w:t>
            </w:r>
            <w:r w:rsidR="00A61A9F" w:rsidRPr="00A37E2E">
              <w:rPr>
                <w:rFonts w:ascii="Times New Roman" w:hAnsi="Times New Roman"/>
                <w:sz w:val="24"/>
                <w:szCs w:val="24"/>
              </w:rPr>
              <w:t xml:space="preserve">wyd. UR, </w:t>
            </w:r>
            <w:r w:rsidR="0071402C" w:rsidRPr="00A37E2E">
              <w:rPr>
                <w:rFonts w:ascii="Times New Roman" w:hAnsi="Times New Roman"/>
                <w:sz w:val="24"/>
                <w:szCs w:val="24"/>
              </w:rPr>
              <w:t>Rzeszów 2010.</w:t>
            </w:r>
          </w:p>
          <w:p w14:paraId="34EB970B" w14:textId="3403474C" w:rsidR="0071402C" w:rsidRPr="00A37E2E" w:rsidRDefault="00AD18EB" w:rsidP="00BA7A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1402C" w:rsidRPr="00A37E2E">
              <w:rPr>
                <w:rFonts w:ascii="Times New Roman" w:hAnsi="Times New Roman"/>
                <w:sz w:val="24"/>
                <w:szCs w:val="24"/>
              </w:rPr>
              <w:t xml:space="preserve">J. </w:t>
            </w:r>
            <w:proofErr w:type="spellStart"/>
            <w:r w:rsidR="0071402C" w:rsidRPr="00A37E2E">
              <w:rPr>
                <w:rFonts w:ascii="Times New Roman" w:hAnsi="Times New Roman"/>
                <w:sz w:val="24"/>
                <w:szCs w:val="24"/>
              </w:rPr>
              <w:t>Górniewicz</w:t>
            </w:r>
            <w:proofErr w:type="spellEnd"/>
            <w:r w:rsidR="0071402C" w:rsidRPr="00A37E2E">
              <w:rPr>
                <w:rFonts w:ascii="Times New Roman" w:hAnsi="Times New Roman"/>
                <w:sz w:val="24"/>
                <w:szCs w:val="24"/>
              </w:rPr>
              <w:t xml:space="preserve">, Teoria wychowania (wybrane problemy), </w:t>
            </w:r>
            <w:r w:rsidR="005751FF" w:rsidRPr="00A37E2E">
              <w:rPr>
                <w:rFonts w:ascii="Times New Roman" w:hAnsi="Times New Roman"/>
                <w:sz w:val="24"/>
                <w:szCs w:val="24"/>
              </w:rPr>
              <w:t xml:space="preserve">wyd. Olsztyńska Szkoła Wyższa, </w:t>
            </w:r>
            <w:r w:rsidR="0071402C" w:rsidRPr="00A37E2E">
              <w:rPr>
                <w:rFonts w:ascii="Times New Roman" w:hAnsi="Times New Roman"/>
                <w:sz w:val="24"/>
                <w:szCs w:val="24"/>
              </w:rPr>
              <w:t xml:space="preserve">Toruń – Olsztyn </w:t>
            </w:r>
            <w:r w:rsidR="005751FF" w:rsidRPr="00A37E2E">
              <w:rPr>
                <w:rFonts w:ascii="Times New Roman" w:hAnsi="Times New Roman"/>
                <w:sz w:val="24"/>
                <w:szCs w:val="24"/>
              </w:rPr>
              <w:t>2008</w:t>
            </w:r>
            <w:r w:rsidR="0071402C" w:rsidRPr="00A37E2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43620D2" w14:textId="5523A7D1" w:rsidR="005F3D0F" w:rsidRPr="00A37E2E" w:rsidRDefault="00AD18EB" w:rsidP="00BA7A70">
            <w:pPr>
              <w:spacing w:after="0"/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F3D0F" w:rsidRPr="00A37E2E">
              <w:rPr>
                <w:rFonts w:ascii="Times New Roman" w:hAnsi="Times New Roman"/>
                <w:sz w:val="24"/>
                <w:szCs w:val="24"/>
              </w:rPr>
              <w:t xml:space="preserve">S. Kawula, J. </w:t>
            </w:r>
            <w:proofErr w:type="spellStart"/>
            <w:r w:rsidR="005F3D0F" w:rsidRPr="00A37E2E">
              <w:rPr>
                <w:rFonts w:ascii="Times New Roman" w:hAnsi="Times New Roman"/>
                <w:sz w:val="24"/>
                <w:szCs w:val="24"/>
              </w:rPr>
              <w:t>Brągiel</w:t>
            </w:r>
            <w:proofErr w:type="spellEnd"/>
            <w:r w:rsidR="005F3D0F" w:rsidRPr="00A37E2E">
              <w:rPr>
                <w:rFonts w:ascii="Times New Roman" w:hAnsi="Times New Roman"/>
                <w:sz w:val="24"/>
                <w:szCs w:val="24"/>
              </w:rPr>
              <w:t xml:space="preserve">, A. </w:t>
            </w:r>
            <w:proofErr w:type="spellStart"/>
            <w:r w:rsidR="005F3D0F" w:rsidRPr="00A37E2E">
              <w:rPr>
                <w:rFonts w:ascii="Times New Roman" w:hAnsi="Times New Roman"/>
                <w:sz w:val="24"/>
                <w:szCs w:val="24"/>
              </w:rPr>
              <w:t>Janke</w:t>
            </w:r>
            <w:proofErr w:type="spellEnd"/>
            <w:r w:rsidR="005F3D0F" w:rsidRPr="00A37E2E">
              <w:rPr>
                <w:rFonts w:ascii="Times New Roman" w:hAnsi="Times New Roman"/>
                <w:sz w:val="24"/>
                <w:szCs w:val="24"/>
              </w:rPr>
              <w:t xml:space="preserve">, Pedagogika rodziny. Obszary i panorama problematyki, </w:t>
            </w:r>
            <w:r w:rsidR="00A044E9" w:rsidRPr="00A37E2E">
              <w:rPr>
                <w:rFonts w:ascii="Times New Roman" w:hAnsi="Times New Roman"/>
                <w:sz w:val="24"/>
                <w:szCs w:val="24"/>
              </w:rPr>
              <w:t xml:space="preserve">wyd. A. </w:t>
            </w:r>
            <w:proofErr w:type="spellStart"/>
            <w:r w:rsidR="00A044E9" w:rsidRPr="00A37E2E">
              <w:rPr>
                <w:rFonts w:ascii="Times New Roman" w:hAnsi="Times New Roman"/>
                <w:sz w:val="24"/>
                <w:szCs w:val="24"/>
              </w:rPr>
              <w:t>Marszałek,</w:t>
            </w:r>
            <w:r w:rsidR="005F3D0F" w:rsidRPr="00A37E2E">
              <w:rPr>
                <w:rFonts w:ascii="Times New Roman" w:hAnsi="Times New Roman"/>
                <w:sz w:val="24"/>
                <w:szCs w:val="24"/>
              </w:rPr>
              <w:t>Toruń</w:t>
            </w:r>
            <w:proofErr w:type="spellEnd"/>
            <w:r w:rsidR="005F3D0F" w:rsidRPr="00A37E2E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A044E9" w:rsidRPr="00A37E2E">
              <w:rPr>
                <w:rFonts w:ascii="Times New Roman" w:hAnsi="Times New Roman"/>
                <w:sz w:val="24"/>
                <w:szCs w:val="24"/>
              </w:rPr>
              <w:t>14</w:t>
            </w:r>
            <w:r w:rsidR="005F3D0F" w:rsidRPr="00A37E2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FA71454" w14:textId="77157F07" w:rsidR="00B4339B" w:rsidRPr="00A37E2E" w:rsidRDefault="00AD18EB" w:rsidP="00BA7A70">
            <w:pPr>
              <w:spacing w:after="0"/>
              <w:rPr>
                <w:rFonts w:ascii="Times New Roman" w:hAnsi="Times New Roman"/>
                <w:b/>
                <w:smallCaps/>
                <w:szCs w:val="24"/>
              </w:rPr>
            </w:pPr>
            <w:r w:rsidRPr="00A37E2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1402C" w:rsidRPr="00A37E2E">
              <w:rPr>
                <w:rFonts w:ascii="Times New Roman" w:hAnsi="Times New Roman"/>
                <w:sz w:val="24"/>
                <w:szCs w:val="24"/>
              </w:rPr>
              <w:t>K. Konarzewski, Podstawy teorii oddziaływań wychowawczych</w:t>
            </w:r>
            <w:r w:rsidR="005F3D0F" w:rsidRPr="00A37E2E">
              <w:rPr>
                <w:rFonts w:ascii="Times New Roman" w:hAnsi="Times New Roman"/>
                <w:sz w:val="24"/>
                <w:szCs w:val="24"/>
              </w:rPr>
              <w:t>,</w:t>
            </w:r>
            <w:r w:rsidR="0071402C" w:rsidRPr="00A37E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35AD" w:rsidRPr="00A37E2E">
              <w:rPr>
                <w:rFonts w:ascii="Times New Roman" w:hAnsi="Times New Roman"/>
                <w:sz w:val="24"/>
                <w:szCs w:val="24"/>
              </w:rPr>
              <w:t xml:space="preserve">wyd. PWN, </w:t>
            </w:r>
            <w:r w:rsidR="0071402C" w:rsidRPr="00A37E2E">
              <w:rPr>
                <w:rFonts w:ascii="Times New Roman" w:hAnsi="Times New Roman"/>
                <w:sz w:val="24"/>
                <w:szCs w:val="24"/>
              </w:rPr>
              <w:t>Warszawa 1982.</w:t>
            </w:r>
          </w:p>
        </w:tc>
      </w:tr>
    </w:tbl>
    <w:p w14:paraId="0B048C0F" w14:textId="77777777" w:rsidR="0085747A" w:rsidRPr="00A37E2E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87DE09C" w14:textId="77777777" w:rsidR="0085747A" w:rsidRPr="00A37E2E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01E8D40" w14:textId="77777777" w:rsidR="0085747A" w:rsidRPr="00863E61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863E61">
        <w:rPr>
          <w:smallCaps w:val="0"/>
          <w:szCs w:val="24"/>
        </w:rPr>
        <w:t>Akceptacja Kierownika Jednostki lub osoby upoważnionej</w:t>
      </w:r>
    </w:p>
    <w:sectPr w:rsidR="0085747A" w:rsidRPr="00863E6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9FC4B2" w14:textId="77777777" w:rsidR="00C65CB0" w:rsidRDefault="00C65CB0" w:rsidP="00C16ABF">
      <w:pPr>
        <w:spacing w:after="0" w:line="240" w:lineRule="auto"/>
      </w:pPr>
      <w:r>
        <w:separator/>
      </w:r>
    </w:p>
  </w:endnote>
  <w:endnote w:type="continuationSeparator" w:id="0">
    <w:p w14:paraId="1C1ADFDA" w14:textId="77777777" w:rsidR="00C65CB0" w:rsidRDefault="00C65CB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A471FA" w14:textId="77777777" w:rsidR="00C65CB0" w:rsidRDefault="00C65CB0" w:rsidP="00C16ABF">
      <w:pPr>
        <w:spacing w:after="0" w:line="240" w:lineRule="auto"/>
      </w:pPr>
      <w:r>
        <w:separator/>
      </w:r>
    </w:p>
  </w:footnote>
  <w:footnote w:type="continuationSeparator" w:id="0">
    <w:p w14:paraId="24E5A471" w14:textId="77777777" w:rsidR="00C65CB0" w:rsidRDefault="00C65CB0" w:rsidP="00C16ABF">
      <w:pPr>
        <w:spacing w:after="0" w:line="240" w:lineRule="auto"/>
      </w:pPr>
      <w:r>
        <w:continuationSeparator/>
      </w:r>
    </w:p>
  </w:footnote>
  <w:footnote w:id="1">
    <w:p w14:paraId="64C350D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DC6195"/>
    <w:multiLevelType w:val="multilevel"/>
    <w:tmpl w:val="7C320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869"/>
    <w:rsid w:val="000077B4"/>
    <w:rsid w:val="00015B8F"/>
    <w:rsid w:val="00022ECE"/>
    <w:rsid w:val="000363BA"/>
    <w:rsid w:val="00042A51"/>
    <w:rsid w:val="00042D2E"/>
    <w:rsid w:val="00044C82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0F9A"/>
    <w:rsid w:val="000F1C57"/>
    <w:rsid w:val="000F5615"/>
    <w:rsid w:val="00104E28"/>
    <w:rsid w:val="00105009"/>
    <w:rsid w:val="00124BFF"/>
    <w:rsid w:val="0012560E"/>
    <w:rsid w:val="00127108"/>
    <w:rsid w:val="001349DF"/>
    <w:rsid w:val="00134B13"/>
    <w:rsid w:val="001377D2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4114"/>
    <w:rsid w:val="00176083"/>
    <w:rsid w:val="001770C7"/>
    <w:rsid w:val="00192F37"/>
    <w:rsid w:val="00193629"/>
    <w:rsid w:val="001A70D2"/>
    <w:rsid w:val="001A75F3"/>
    <w:rsid w:val="001B7F84"/>
    <w:rsid w:val="001D657B"/>
    <w:rsid w:val="001D7B54"/>
    <w:rsid w:val="001E0209"/>
    <w:rsid w:val="001E6949"/>
    <w:rsid w:val="001F2CA2"/>
    <w:rsid w:val="001F5707"/>
    <w:rsid w:val="002144C0"/>
    <w:rsid w:val="0022477D"/>
    <w:rsid w:val="002278A9"/>
    <w:rsid w:val="002336F9"/>
    <w:rsid w:val="0024028F"/>
    <w:rsid w:val="00244ABC"/>
    <w:rsid w:val="00256712"/>
    <w:rsid w:val="00266224"/>
    <w:rsid w:val="00277801"/>
    <w:rsid w:val="00281FF2"/>
    <w:rsid w:val="002857DE"/>
    <w:rsid w:val="00291567"/>
    <w:rsid w:val="002A22BF"/>
    <w:rsid w:val="002A2389"/>
    <w:rsid w:val="002A4F3B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155"/>
    <w:rsid w:val="00313879"/>
    <w:rsid w:val="003151C5"/>
    <w:rsid w:val="00316753"/>
    <w:rsid w:val="00330C28"/>
    <w:rsid w:val="003343CF"/>
    <w:rsid w:val="003348AA"/>
    <w:rsid w:val="00346FE9"/>
    <w:rsid w:val="0034759A"/>
    <w:rsid w:val="003503F6"/>
    <w:rsid w:val="003530DD"/>
    <w:rsid w:val="003607F9"/>
    <w:rsid w:val="00363F78"/>
    <w:rsid w:val="00377063"/>
    <w:rsid w:val="00390365"/>
    <w:rsid w:val="0039731C"/>
    <w:rsid w:val="003A0A5B"/>
    <w:rsid w:val="003A1176"/>
    <w:rsid w:val="003A257B"/>
    <w:rsid w:val="003A7263"/>
    <w:rsid w:val="003C0BAE"/>
    <w:rsid w:val="003D18A9"/>
    <w:rsid w:val="003D4776"/>
    <w:rsid w:val="003D6CE2"/>
    <w:rsid w:val="003E1941"/>
    <w:rsid w:val="003E2FE6"/>
    <w:rsid w:val="003E49D5"/>
    <w:rsid w:val="003F38C0"/>
    <w:rsid w:val="00403819"/>
    <w:rsid w:val="00410777"/>
    <w:rsid w:val="00414E3C"/>
    <w:rsid w:val="0042244A"/>
    <w:rsid w:val="0042745A"/>
    <w:rsid w:val="00431D5C"/>
    <w:rsid w:val="00433503"/>
    <w:rsid w:val="004362C6"/>
    <w:rsid w:val="00437FA2"/>
    <w:rsid w:val="004400B8"/>
    <w:rsid w:val="00440B42"/>
    <w:rsid w:val="00445970"/>
    <w:rsid w:val="0045729E"/>
    <w:rsid w:val="00461EFC"/>
    <w:rsid w:val="00464875"/>
    <w:rsid w:val="004652C2"/>
    <w:rsid w:val="004706D1"/>
    <w:rsid w:val="00471326"/>
    <w:rsid w:val="00473A82"/>
    <w:rsid w:val="0047598D"/>
    <w:rsid w:val="00477B78"/>
    <w:rsid w:val="004840FD"/>
    <w:rsid w:val="00490F7D"/>
    <w:rsid w:val="00491678"/>
    <w:rsid w:val="00492DD8"/>
    <w:rsid w:val="004968E2"/>
    <w:rsid w:val="004A3EEA"/>
    <w:rsid w:val="004A4D1F"/>
    <w:rsid w:val="004B214F"/>
    <w:rsid w:val="004D5282"/>
    <w:rsid w:val="004F1551"/>
    <w:rsid w:val="004F1732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8AE"/>
    <w:rsid w:val="00573EF9"/>
    <w:rsid w:val="005751FF"/>
    <w:rsid w:val="00576595"/>
    <w:rsid w:val="0059484D"/>
    <w:rsid w:val="005A0855"/>
    <w:rsid w:val="005A3196"/>
    <w:rsid w:val="005B7256"/>
    <w:rsid w:val="005C029B"/>
    <w:rsid w:val="005C080F"/>
    <w:rsid w:val="005C55E5"/>
    <w:rsid w:val="005C696A"/>
    <w:rsid w:val="005D0506"/>
    <w:rsid w:val="005D60C2"/>
    <w:rsid w:val="005E2B24"/>
    <w:rsid w:val="005E6E85"/>
    <w:rsid w:val="005F31D2"/>
    <w:rsid w:val="005F3D0F"/>
    <w:rsid w:val="005F551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4457"/>
    <w:rsid w:val="00675843"/>
    <w:rsid w:val="00685D89"/>
    <w:rsid w:val="00696477"/>
    <w:rsid w:val="006B6B58"/>
    <w:rsid w:val="006B7A7D"/>
    <w:rsid w:val="006C54AB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402C"/>
    <w:rsid w:val="0071620A"/>
    <w:rsid w:val="00724677"/>
    <w:rsid w:val="00725459"/>
    <w:rsid w:val="007327BD"/>
    <w:rsid w:val="00734608"/>
    <w:rsid w:val="00745302"/>
    <w:rsid w:val="007461D6"/>
    <w:rsid w:val="00746EC8"/>
    <w:rsid w:val="0075030E"/>
    <w:rsid w:val="00761BA7"/>
    <w:rsid w:val="00762D6F"/>
    <w:rsid w:val="00763BF1"/>
    <w:rsid w:val="00766FD4"/>
    <w:rsid w:val="0077243F"/>
    <w:rsid w:val="0078168C"/>
    <w:rsid w:val="00787C2A"/>
    <w:rsid w:val="00790E27"/>
    <w:rsid w:val="007A4022"/>
    <w:rsid w:val="007A57F7"/>
    <w:rsid w:val="007A6E6E"/>
    <w:rsid w:val="007C3299"/>
    <w:rsid w:val="007C3BCC"/>
    <w:rsid w:val="007C4546"/>
    <w:rsid w:val="007D6E56"/>
    <w:rsid w:val="007F1652"/>
    <w:rsid w:val="007F4155"/>
    <w:rsid w:val="0080379F"/>
    <w:rsid w:val="0081554D"/>
    <w:rsid w:val="0081707E"/>
    <w:rsid w:val="00835DA4"/>
    <w:rsid w:val="008449B3"/>
    <w:rsid w:val="00847802"/>
    <w:rsid w:val="0085041A"/>
    <w:rsid w:val="0085747A"/>
    <w:rsid w:val="00863E61"/>
    <w:rsid w:val="00884922"/>
    <w:rsid w:val="00885F64"/>
    <w:rsid w:val="008917F9"/>
    <w:rsid w:val="008A45F7"/>
    <w:rsid w:val="008B43D7"/>
    <w:rsid w:val="008B6903"/>
    <w:rsid w:val="008C0CC0"/>
    <w:rsid w:val="008C19A9"/>
    <w:rsid w:val="008C379D"/>
    <w:rsid w:val="008C5147"/>
    <w:rsid w:val="008C5359"/>
    <w:rsid w:val="008C5363"/>
    <w:rsid w:val="008D3DFB"/>
    <w:rsid w:val="008D4E7F"/>
    <w:rsid w:val="008E64F4"/>
    <w:rsid w:val="008F12C9"/>
    <w:rsid w:val="008F6E29"/>
    <w:rsid w:val="00900751"/>
    <w:rsid w:val="00916188"/>
    <w:rsid w:val="0092260F"/>
    <w:rsid w:val="00923D7D"/>
    <w:rsid w:val="00946B00"/>
    <w:rsid w:val="009508DF"/>
    <w:rsid w:val="00950DAC"/>
    <w:rsid w:val="00954A07"/>
    <w:rsid w:val="00956799"/>
    <w:rsid w:val="00997F14"/>
    <w:rsid w:val="009A6683"/>
    <w:rsid w:val="009A78CD"/>
    <w:rsid w:val="009A78D9"/>
    <w:rsid w:val="009C1331"/>
    <w:rsid w:val="009C3E31"/>
    <w:rsid w:val="009C54AE"/>
    <w:rsid w:val="009C788E"/>
    <w:rsid w:val="009E3B41"/>
    <w:rsid w:val="009E5084"/>
    <w:rsid w:val="009F3C5C"/>
    <w:rsid w:val="009F4610"/>
    <w:rsid w:val="00A00ECC"/>
    <w:rsid w:val="00A044E9"/>
    <w:rsid w:val="00A155EE"/>
    <w:rsid w:val="00A17902"/>
    <w:rsid w:val="00A220D2"/>
    <w:rsid w:val="00A2245B"/>
    <w:rsid w:val="00A30110"/>
    <w:rsid w:val="00A36899"/>
    <w:rsid w:val="00A371F6"/>
    <w:rsid w:val="00A37E2E"/>
    <w:rsid w:val="00A43BF6"/>
    <w:rsid w:val="00A53FA5"/>
    <w:rsid w:val="00A54817"/>
    <w:rsid w:val="00A601C8"/>
    <w:rsid w:val="00A60799"/>
    <w:rsid w:val="00A61A9F"/>
    <w:rsid w:val="00A7398D"/>
    <w:rsid w:val="00A7732B"/>
    <w:rsid w:val="00A835AD"/>
    <w:rsid w:val="00A84C85"/>
    <w:rsid w:val="00A97DE1"/>
    <w:rsid w:val="00AA69D3"/>
    <w:rsid w:val="00AB053C"/>
    <w:rsid w:val="00AC3592"/>
    <w:rsid w:val="00AD1146"/>
    <w:rsid w:val="00AD18EB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540"/>
    <w:rsid w:val="00B3130B"/>
    <w:rsid w:val="00B40ADB"/>
    <w:rsid w:val="00B4339B"/>
    <w:rsid w:val="00B43B77"/>
    <w:rsid w:val="00B43E80"/>
    <w:rsid w:val="00B57822"/>
    <w:rsid w:val="00B607DB"/>
    <w:rsid w:val="00B66529"/>
    <w:rsid w:val="00B758C3"/>
    <w:rsid w:val="00B75946"/>
    <w:rsid w:val="00B8056E"/>
    <w:rsid w:val="00B819C8"/>
    <w:rsid w:val="00B82308"/>
    <w:rsid w:val="00B90885"/>
    <w:rsid w:val="00BA5B83"/>
    <w:rsid w:val="00BA7A70"/>
    <w:rsid w:val="00BB520A"/>
    <w:rsid w:val="00BC6491"/>
    <w:rsid w:val="00BC7CED"/>
    <w:rsid w:val="00BD3869"/>
    <w:rsid w:val="00BD66E9"/>
    <w:rsid w:val="00BD6FF4"/>
    <w:rsid w:val="00BE6880"/>
    <w:rsid w:val="00BF2C41"/>
    <w:rsid w:val="00BF7485"/>
    <w:rsid w:val="00C058B4"/>
    <w:rsid w:val="00C05F44"/>
    <w:rsid w:val="00C131B5"/>
    <w:rsid w:val="00C147BB"/>
    <w:rsid w:val="00C16ABF"/>
    <w:rsid w:val="00C170AE"/>
    <w:rsid w:val="00C26CB7"/>
    <w:rsid w:val="00C324C1"/>
    <w:rsid w:val="00C36992"/>
    <w:rsid w:val="00C56036"/>
    <w:rsid w:val="00C61DC5"/>
    <w:rsid w:val="00C65CB0"/>
    <w:rsid w:val="00C66980"/>
    <w:rsid w:val="00C67E92"/>
    <w:rsid w:val="00C70A26"/>
    <w:rsid w:val="00C766DF"/>
    <w:rsid w:val="00C91F56"/>
    <w:rsid w:val="00C94B98"/>
    <w:rsid w:val="00CA2B96"/>
    <w:rsid w:val="00CA5089"/>
    <w:rsid w:val="00CA773C"/>
    <w:rsid w:val="00CB14E5"/>
    <w:rsid w:val="00CB42CB"/>
    <w:rsid w:val="00CD6897"/>
    <w:rsid w:val="00CE5BAC"/>
    <w:rsid w:val="00CF25BE"/>
    <w:rsid w:val="00CF78ED"/>
    <w:rsid w:val="00D00691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44EBB"/>
    <w:rsid w:val="00D552B2"/>
    <w:rsid w:val="00D608D1"/>
    <w:rsid w:val="00D74119"/>
    <w:rsid w:val="00D75144"/>
    <w:rsid w:val="00D8075B"/>
    <w:rsid w:val="00D8678B"/>
    <w:rsid w:val="00D87E16"/>
    <w:rsid w:val="00DA2114"/>
    <w:rsid w:val="00DA4EBE"/>
    <w:rsid w:val="00DD069B"/>
    <w:rsid w:val="00DE09C0"/>
    <w:rsid w:val="00DE2148"/>
    <w:rsid w:val="00DE4A14"/>
    <w:rsid w:val="00DE52E8"/>
    <w:rsid w:val="00DF320D"/>
    <w:rsid w:val="00DF71C8"/>
    <w:rsid w:val="00E129B8"/>
    <w:rsid w:val="00E21E7D"/>
    <w:rsid w:val="00E22FBC"/>
    <w:rsid w:val="00E236F3"/>
    <w:rsid w:val="00E24BF5"/>
    <w:rsid w:val="00E25338"/>
    <w:rsid w:val="00E316C7"/>
    <w:rsid w:val="00E34AE0"/>
    <w:rsid w:val="00E51E44"/>
    <w:rsid w:val="00E55095"/>
    <w:rsid w:val="00E63348"/>
    <w:rsid w:val="00E76610"/>
    <w:rsid w:val="00E77E88"/>
    <w:rsid w:val="00E8107D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32DE"/>
    <w:rsid w:val="00EE5457"/>
    <w:rsid w:val="00F070AB"/>
    <w:rsid w:val="00F14668"/>
    <w:rsid w:val="00F17567"/>
    <w:rsid w:val="00F25256"/>
    <w:rsid w:val="00F27A7B"/>
    <w:rsid w:val="00F50579"/>
    <w:rsid w:val="00F526AF"/>
    <w:rsid w:val="00F617C3"/>
    <w:rsid w:val="00F7066B"/>
    <w:rsid w:val="00F74C92"/>
    <w:rsid w:val="00F83B28"/>
    <w:rsid w:val="00F97F1B"/>
    <w:rsid w:val="00FA46E5"/>
    <w:rsid w:val="00FA6770"/>
    <w:rsid w:val="00FB0DF8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617C6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06FAD-6026-4203-A2E5-635AABC05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1182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2021-01-11T13:50:00Z</dcterms:created>
  <dcterms:modified xsi:type="dcterms:W3CDTF">2021-01-11T13:50:00Z</dcterms:modified>
</cp:coreProperties>
</file>